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687" w:rsidRDefault="00B66687" w:rsidP="001E21AD">
      <w:pPr>
        <w:rPr>
          <w:rFonts w:ascii="Arial" w:hAnsi="Arial" w:cs="Arial"/>
          <w:b/>
          <w:sz w:val="44"/>
          <w:szCs w:val="44"/>
        </w:rPr>
      </w:pPr>
    </w:p>
    <w:p w:rsidR="00B66687" w:rsidRDefault="00B66687" w:rsidP="007D03AF">
      <w:pPr>
        <w:jc w:val="center"/>
        <w:rPr>
          <w:rFonts w:ascii="Arial" w:hAnsi="Arial" w:cs="Arial"/>
          <w:b/>
          <w:sz w:val="44"/>
          <w:szCs w:val="44"/>
          <w:lang w:val="sr-Cyrl-CS"/>
        </w:rPr>
      </w:pPr>
      <w:r>
        <w:rPr>
          <w:rFonts w:ascii="Arial" w:hAnsi="Arial" w:cs="Arial"/>
          <w:b/>
          <w:sz w:val="44"/>
          <w:szCs w:val="44"/>
          <w:lang w:val="sr-Cyrl-CS"/>
        </w:rPr>
        <w:t xml:space="preserve"> </w:t>
      </w:r>
    </w:p>
    <w:p w:rsidR="00B66687" w:rsidRPr="00272886" w:rsidRDefault="00B66687" w:rsidP="007D03AF">
      <w:pPr>
        <w:jc w:val="center"/>
        <w:rPr>
          <w:rFonts w:ascii="Arial" w:hAnsi="Arial" w:cs="Arial"/>
          <w:b/>
          <w:sz w:val="44"/>
          <w:szCs w:val="44"/>
          <w:lang w:val="sr-Cyrl-CS"/>
        </w:rPr>
      </w:pPr>
      <w:r w:rsidRPr="00272886">
        <w:rPr>
          <w:rFonts w:ascii="Arial" w:hAnsi="Arial" w:cs="Arial"/>
          <w:b/>
          <w:sz w:val="44"/>
          <w:szCs w:val="44"/>
          <w:lang w:val="sr-Cyrl-CS"/>
        </w:rPr>
        <w:t>СУБЈЕКТ ЛИКВИДАЦИЈЕ</w:t>
      </w:r>
    </w:p>
    <w:p w:rsidR="00B66687" w:rsidRPr="00272886" w:rsidRDefault="00B66687" w:rsidP="007D03AF">
      <w:pPr>
        <w:jc w:val="center"/>
        <w:rPr>
          <w:rFonts w:ascii="Arial" w:hAnsi="Arial" w:cs="Arial"/>
          <w:b/>
          <w:sz w:val="44"/>
          <w:szCs w:val="44"/>
          <w:lang w:val="sr-Cyrl-CS"/>
        </w:rPr>
      </w:pPr>
    </w:p>
    <w:p w:rsidR="00B66687" w:rsidRPr="00272886" w:rsidRDefault="00B66687" w:rsidP="007D03AF">
      <w:pPr>
        <w:jc w:val="center"/>
        <w:rPr>
          <w:rFonts w:ascii="Arial" w:hAnsi="Arial" w:cs="Arial"/>
          <w:b/>
          <w:sz w:val="44"/>
          <w:szCs w:val="44"/>
          <w:lang w:val="sr-Cyrl-CS"/>
        </w:rPr>
      </w:pPr>
      <w:r>
        <w:rPr>
          <w:rFonts w:ascii="Arial" w:hAnsi="Arial" w:cs="Arial"/>
          <w:b/>
          <w:sz w:val="44"/>
          <w:szCs w:val="44"/>
          <w:lang w:val="sr-Cyrl-CS"/>
        </w:rPr>
        <w:t>ЈАВНО ПРЕДУЗЕЋЕ ''</w:t>
      </w:r>
      <w:r>
        <w:rPr>
          <w:rFonts w:ascii="Arial" w:hAnsi="Arial" w:cs="Arial"/>
          <w:b/>
          <w:sz w:val="44"/>
          <w:szCs w:val="44"/>
          <w:lang w:val="sr-Latn-CS"/>
        </w:rPr>
        <w:t>СКИЈАЛИШТЕ БЕСНА КОБИЛА</w:t>
      </w:r>
      <w:r w:rsidRPr="00272886">
        <w:rPr>
          <w:rFonts w:ascii="Arial" w:hAnsi="Arial" w:cs="Arial"/>
          <w:b/>
          <w:sz w:val="44"/>
          <w:szCs w:val="44"/>
          <w:lang w:val="sr-Cyrl-CS"/>
        </w:rPr>
        <w:t>''</w:t>
      </w:r>
    </w:p>
    <w:p w:rsidR="00B66687" w:rsidRPr="00272886" w:rsidRDefault="00B66687" w:rsidP="007D03AF">
      <w:pPr>
        <w:jc w:val="center"/>
        <w:rPr>
          <w:rFonts w:ascii="Arial" w:hAnsi="Arial" w:cs="Arial"/>
          <w:sz w:val="44"/>
          <w:szCs w:val="44"/>
          <w:lang w:val="sr-Cyrl-CS"/>
        </w:rPr>
      </w:pPr>
      <w:r w:rsidRPr="00272886">
        <w:rPr>
          <w:rFonts w:ascii="Arial" w:hAnsi="Arial" w:cs="Arial"/>
          <w:b/>
          <w:sz w:val="44"/>
          <w:szCs w:val="44"/>
          <w:lang w:val="sr-Cyrl-CS"/>
        </w:rPr>
        <w:t>У ЛИКВИДАЦИЈИ</w:t>
      </w:r>
    </w:p>
    <w:p w:rsidR="00B66687" w:rsidRDefault="00B66687" w:rsidP="007D03AF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</w:p>
    <w:p w:rsidR="00B66687" w:rsidRPr="00AC2E6E" w:rsidRDefault="00B66687" w:rsidP="007D03AF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УЛ.</w:t>
      </w:r>
      <w:r>
        <w:rPr>
          <w:rFonts w:ascii="Arial" w:hAnsi="Arial" w:cs="Arial"/>
          <w:b/>
          <w:sz w:val="32"/>
          <w:szCs w:val="32"/>
          <w:lang w:val="sr-Latn-CS"/>
        </w:rPr>
        <w:t xml:space="preserve"> ПАРТИЗАНСКИ ПУТ</w:t>
      </w:r>
      <w:r>
        <w:rPr>
          <w:rFonts w:ascii="Arial" w:hAnsi="Arial" w:cs="Arial"/>
          <w:b/>
          <w:sz w:val="32"/>
          <w:szCs w:val="32"/>
          <w:lang w:val="sr-Cyrl-CS"/>
        </w:rPr>
        <w:t xml:space="preserve"> БР.</w:t>
      </w:r>
      <w:r>
        <w:rPr>
          <w:rFonts w:ascii="Arial" w:hAnsi="Arial" w:cs="Arial"/>
          <w:b/>
          <w:sz w:val="32"/>
          <w:szCs w:val="32"/>
          <w:lang w:val="sr-Latn-CS"/>
        </w:rPr>
        <w:t>9</w:t>
      </w:r>
      <w:r w:rsidRPr="00AC2E6E">
        <w:rPr>
          <w:rFonts w:ascii="Arial" w:hAnsi="Arial" w:cs="Arial"/>
          <w:b/>
          <w:sz w:val="32"/>
          <w:szCs w:val="32"/>
          <w:lang w:val="sr-Cyrl-CS"/>
        </w:rPr>
        <w:t>.</w:t>
      </w:r>
    </w:p>
    <w:p w:rsidR="00B66687" w:rsidRPr="00AC2E6E" w:rsidRDefault="00B66687" w:rsidP="007D03AF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 w:rsidRPr="00AC2E6E">
        <w:rPr>
          <w:rFonts w:ascii="Arial" w:hAnsi="Arial" w:cs="Arial"/>
          <w:b/>
          <w:sz w:val="32"/>
          <w:szCs w:val="32"/>
          <w:lang w:val="sr-Cyrl-CS"/>
        </w:rPr>
        <w:t>ВРАЊЕ</w:t>
      </w:r>
    </w:p>
    <w:p w:rsidR="00B66687" w:rsidRPr="00AC2E6E" w:rsidRDefault="00B66687" w:rsidP="007D03AF">
      <w:pPr>
        <w:jc w:val="center"/>
        <w:rPr>
          <w:rFonts w:ascii="Arial" w:hAnsi="Arial" w:cs="Arial"/>
          <w:sz w:val="48"/>
          <w:szCs w:val="48"/>
          <w:lang w:val="sr-Cyrl-CS"/>
        </w:rPr>
      </w:pPr>
    </w:p>
    <w:p w:rsidR="00B66687" w:rsidRPr="00AC2E6E" w:rsidRDefault="00B66687" w:rsidP="005321CA">
      <w:pPr>
        <w:ind w:firstLine="720"/>
        <w:jc w:val="center"/>
        <w:rPr>
          <w:rFonts w:ascii="Arial" w:hAnsi="Arial" w:cs="Arial"/>
          <w:sz w:val="48"/>
          <w:szCs w:val="48"/>
          <w:lang w:val="sr-Cyrl-CS"/>
        </w:rPr>
      </w:pPr>
    </w:p>
    <w:p w:rsidR="00B66687" w:rsidRPr="00AC2E6E" w:rsidRDefault="00B66687" w:rsidP="005321CA">
      <w:pPr>
        <w:ind w:firstLine="720"/>
        <w:jc w:val="center"/>
        <w:rPr>
          <w:rFonts w:ascii="Arial" w:hAnsi="Arial" w:cs="Arial"/>
          <w:sz w:val="48"/>
          <w:szCs w:val="48"/>
          <w:lang w:val="sr-Cyrl-CS"/>
        </w:rPr>
      </w:pPr>
    </w:p>
    <w:p w:rsidR="00B66687" w:rsidRPr="00AC2E6E" w:rsidRDefault="00B66687" w:rsidP="005321CA">
      <w:pPr>
        <w:ind w:firstLine="720"/>
        <w:jc w:val="center"/>
        <w:rPr>
          <w:rFonts w:ascii="Arial" w:hAnsi="Arial" w:cs="Arial"/>
          <w:sz w:val="48"/>
          <w:szCs w:val="48"/>
          <w:lang w:val="sr-Cyrl-CS"/>
        </w:rPr>
      </w:pPr>
    </w:p>
    <w:p w:rsidR="00B66687" w:rsidRPr="00AC2E6E" w:rsidRDefault="00B66687" w:rsidP="005321CA">
      <w:pPr>
        <w:ind w:firstLine="720"/>
        <w:jc w:val="center"/>
        <w:rPr>
          <w:rFonts w:ascii="Arial" w:hAnsi="Arial" w:cs="Arial"/>
          <w:sz w:val="48"/>
          <w:szCs w:val="48"/>
          <w:lang w:val="sr-Cyrl-CS"/>
        </w:rPr>
      </w:pPr>
    </w:p>
    <w:p w:rsidR="00B66687" w:rsidRPr="00272886" w:rsidRDefault="00B66687" w:rsidP="005321CA">
      <w:pPr>
        <w:ind w:firstLine="720"/>
        <w:jc w:val="center"/>
        <w:rPr>
          <w:rFonts w:ascii="Arial" w:hAnsi="Arial" w:cs="Arial"/>
          <w:b/>
          <w:sz w:val="44"/>
          <w:szCs w:val="44"/>
          <w:lang w:val="sr-Cyrl-CS"/>
        </w:rPr>
      </w:pPr>
      <w:r w:rsidRPr="00272886">
        <w:rPr>
          <w:rFonts w:ascii="Arial" w:hAnsi="Arial" w:cs="Arial"/>
          <w:b/>
          <w:sz w:val="44"/>
          <w:szCs w:val="44"/>
          <w:lang w:val="sr-Cyrl-CS"/>
        </w:rPr>
        <w:t xml:space="preserve">ПОЧЕТНИ </w:t>
      </w:r>
    </w:p>
    <w:p w:rsidR="00B66687" w:rsidRPr="00272886" w:rsidRDefault="00B66687" w:rsidP="005321CA">
      <w:pPr>
        <w:ind w:firstLine="720"/>
        <w:jc w:val="center"/>
        <w:rPr>
          <w:rFonts w:ascii="Arial" w:hAnsi="Arial" w:cs="Arial"/>
          <w:b/>
          <w:sz w:val="44"/>
          <w:szCs w:val="44"/>
          <w:lang w:val="sr-Cyrl-CS"/>
        </w:rPr>
      </w:pPr>
      <w:r w:rsidRPr="00272886">
        <w:rPr>
          <w:rFonts w:ascii="Arial" w:hAnsi="Arial" w:cs="Arial"/>
          <w:b/>
          <w:sz w:val="44"/>
          <w:szCs w:val="44"/>
          <w:lang w:val="sr-Cyrl-CS"/>
        </w:rPr>
        <w:t xml:space="preserve">ЛИКВИДАЦИОНИ </w:t>
      </w:r>
      <w:r>
        <w:rPr>
          <w:rFonts w:ascii="Arial" w:hAnsi="Arial" w:cs="Arial"/>
          <w:b/>
          <w:sz w:val="44"/>
          <w:szCs w:val="44"/>
          <w:lang w:val="sr-Cyrl-CS"/>
        </w:rPr>
        <w:t>ИЗВЕШТАЈ</w:t>
      </w:r>
    </w:p>
    <w:p w:rsidR="00B66687" w:rsidRPr="00AC2E6E" w:rsidRDefault="00B66687" w:rsidP="005321CA">
      <w:pPr>
        <w:ind w:firstLine="720"/>
        <w:jc w:val="center"/>
        <w:rPr>
          <w:rFonts w:ascii="Arial" w:hAnsi="Arial" w:cs="Arial"/>
          <w:sz w:val="48"/>
          <w:szCs w:val="48"/>
          <w:lang w:val="sr-Cyrl-CS"/>
        </w:rPr>
      </w:pPr>
    </w:p>
    <w:p w:rsidR="00B66687" w:rsidRPr="00AC2E6E" w:rsidRDefault="00B66687" w:rsidP="005321CA">
      <w:pPr>
        <w:ind w:firstLine="720"/>
        <w:jc w:val="center"/>
        <w:rPr>
          <w:rFonts w:ascii="Arial" w:hAnsi="Arial" w:cs="Arial"/>
          <w:sz w:val="48"/>
          <w:szCs w:val="48"/>
          <w:lang w:val="sr-Cyrl-CS"/>
        </w:rPr>
      </w:pPr>
    </w:p>
    <w:p w:rsidR="00B66687" w:rsidRPr="00AC2E6E" w:rsidRDefault="00B66687" w:rsidP="005321CA">
      <w:pPr>
        <w:ind w:firstLine="720"/>
        <w:jc w:val="center"/>
        <w:rPr>
          <w:rFonts w:ascii="Arial" w:hAnsi="Arial" w:cs="Arial"/>
          <w:sz w:val="48"/>
          <w:szCs w:val="48"/>
          <w:lang w:val="sr-Cyrl-CS"/>
        </w:rPr>
      </w:pPr>
    </w:p>
    <w:p w:rsidR="00B66687" w:rsidRPr="00AC2E6E" w:rsidRDefault="00B66687" w:rsidP="005321CA">
      <w:pPr>
        <w:ind w:firstLine="720"/>
        <w:jc w:val="center"/>
        <w:rPr>
          <w:rFonts w:ascii="Arial" w:hAnsi="Arial" w:cs="Arial"/>
          <w:sz w:val="48"/>
          <w:szCs w:val="48"/>
          <w:lang w:val="sr-Cyrl-CS"/>
        </w:rPr>
      </w:pPr>
    </w:p>
    <w:p w:rsidR="00B66687" w:rsidRPr="00AC2E6E" w:rsidRDefault="00B66687" w:rsidP="005321CA">
      <w:pPr>
        <w:ind w:firstLine="720"/>
        <w:jc w:val="center"/>
        <w:rPr>
          <w:rFonts w:ascii="Arial" w:hAnsi="Arial" w:cs="Arial"/>
          <w:sz w:val="48"/>
          <w:szCs w:val="48"/>
          <w:lang w:val="sr-Cyrl-CS"/>
        </w:rPr>
      </w:pPr>
    </w:p>
    <w:p w:rsidR="00B66687" w:rsidRPr="00AC2E6E" w:rsidRDefault="00B66687" w:rsidP="005321CA">
      <w:pPr>
        <w:ind w:firstLine="720"/>
        <w:jc w:val="center"/>
        <w:rPr>
          <w:rFonts w:ascii="Arial" w:hAnsi="Arial" w:cs="Arial"/>
          <w:sz w:val="48"/>
          <w:szCs w:val="48"/>
          <w:lang w:val="sr-Cyrl-CS"/>
        </w:rPr>
      </w:pPr>
    </w:p>
    <w:p w:rsidR="00B66687" w:rsidRDefault="00B66687" w:rsidP="005321CA">
      <w:pPr>
        <w:ind w:firstLine="720"/>
        <w:jc w:val="both"/>
        <w:rPr>
          <w:rFonts w:ascii="Arial" w:hAnsi="Arial" w:cs="Arial"/>
        </w:rPr>
      </w:pPr>
    </w:p>
    <w:p w:rsidR="00B66687" w:rsidRDefault="00B66687" w:rsidP="005321CA">
      <w:pPr>
        <w:ind w:firstLine="720"/>
        <w:jc w:val="both"/>
        <w:rPr>
          <w:rFonts w:ascii="Arial" w:hAnsi="Arial" w:cs="Arial"/>
        </w:rPr>
      </w:pPr>
    </w:p>
    <w:p w:rsidR="00B66687" w:rsidRDefault="00B66687" w:rsidP="005321CA">
      <w:pPr>
        <w:ind w:firstLine="720"/>
        <w:jc w:val="both"/>
        <w:rPr>
          <w:rFonts w:ascii="Arial" w:hAnsi="Arial" w:cs="Arial"/>
        </w:rPr>
      </w:pPr>
    </w:p>
    <w:p w:rsidR="00B66687" w:rsidRDefault="00B66687" w:rsidP="005321CA">
      <w:pPr>
        <w:ind w:firstLine="720"/>
        <w:jc w:val="both"/>
        <w:rPr>
          <w:rFonts w:ascii="Arial" w:hAnsi="Arial" w:cs="Arial"/>
        </w:rPr>
      </w:pPr>
    </w:p>
    <w:p w:rsidR="00B66687" w:rsidRDefault="00B66687" w:rsidP="005321CA">
      <w:pPr>
        <w:ind w:firstLine="720"/>
        <w:jc w:val="both"/>
        <w:rPr>
          <w:rFonts w:ascii="Arial" w:hAnsi="Arial" w:cs="Arial"/>
        </w:rPr>
      </w:pPr>
    </w:p>
    <w:p w:rsidR="00B66687" w:rsidRPr="00272886" w:rsidRDefault="00B66687" w:rsidP="005321CA">
      <w:pPr>
        <w:jc w:val="center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Врање, </w:t>
      </w:r>
      <w:r>
        <w:rPr>
          <w:rFonts w:ascii="Arial" w:hAnsi="Arial" w:cs="Arial"/>
        </w:rPr>
        <w:t>фебруар</w:t>
      </w:r>
      <w:r>
        <w:rPr>
          <w:rFonts w:ascii="Arial" w:hAnsi="Arial" w:cs="Arial"/>
          <w:lang w:val="sr-Cyrl-CS"/>
        </w:rPr>
        <w:t xml:space="preserve"> 2017.године</w:t>
      </w:r>
    </w:p>
    <w:p w:rsidR="00B66687" w:rsidRPr="00BC6553" w:rsidRDefault="00B66687" w:rsidP="005321CA">
      <w:pPr>
        <w:ind w:firstLine="720"/>
        <w:jc w:val="both"/>
        <w:rPr>
          <w:rFonts w:ascii="Arial" w:hAnsi="Arial" w:cs="Arial"/>
        </w:rPr>
      </w:pPr>
    </w:p>
    <w:p w:rsidR="00B66687" w:rsidRPr="001E21AD" w:rsidRDefault="00B66687" w:rsidP="001E21AD">
      <w:pPr>
        <w:pStyle w:val="normal0"/>
        <w:jc w:val="both"/>
        <w:rPr>
          <w:rFonts w:ascii="Cambria" w:hAnsi="Cambria"/>
          <w:sz w:val="24"/>
          <w:szCs w:val="24"/>
        </w:rPr>
      </w:pPr>
    </w:p>
    <w:p w:rsidR="00B66687" w:rsidRDefault="00B66687" w:rsidP="008816D0">
      <w:pPr>
        <w:pStyle w:val="normal0"/>
        <w:ind w:left="-900" w:firstLine="360"/>
        <w:jc w:val="both"/>
        <w:rPr>
          <w:rFonts w:ascii="Cambria" w:hAnsi="Cambria"/>
          <w:sz w:val="24"/>
          <w:szCs w:val="24"/>
          <w:lang w:val="sr-Cyrl-CS"/>
        </w:rPr>
      </w:pPr>
    </w:p>
    <w:p w:rsidR="00B66687" w:rsidRPr="000F52A4" w:rsidRDefault="00B66687" w:rsidP="00BB71B5">
      <w:pPr>
        <w:pStyle w:val="normal0"/>
        <w:jc w:val="both"/>
        <w:rPr>
          <w:sz w:val="24"/>
          <w:szCs w:val="24"/>
          <w:lang w:val="sr-Cyrl-CS"/>
        </w:rPr>
      </w:pPr>
      <w:r w:rsidRPr="000F52A4">
        <w:rPr>
          <w:sz w:val="24"/>
          <w:szCs w:val="24"/>
          <w:lang w:val="sr-Cyrl-CS"/>
        </w:rPr>
        <w:t>На основу одредбе члана 5</w:t>
      </w:r>
      <w:r w:rsidRPr="000F52A4">
        <w:rPr>
          <w:sz w:val="24"/>
          <w:szCs w:val="24"/>
          <w:lang w:val="sr-Latn-CS"/>
        </w:rPr>
        <w:t>36</w:t>
      </w:r>
      <w:r w:rsidRPr="000F52A4">
        <w:rPr>
          <w:sz w:val="24"/>
          <w:szCs w:val="24"/>
          <w:lang w:val="sr-Cyrl-CS"/>
        </w:rPr>
        <w:t>. став</w:t>
      </w:r>
      <w:r w:rsidRPr="000F52A4">
        <w:rPr>
          <w:sz w:val="24"/>
          <w:szCs w:val="24"/>
          <w:lang w:val="sr-Latn-CS"/>
        </w:rPr>
        <w:t xml:space="preserve"> 3. </w:t>
      </w:r>
      <w:r w:rsidRPr="000F52A4">
        <w:rPr>
          <w:sz w:val="24"/>
          <w:szCs w:val="24"/>
        </w:rPr>
        <w:t>Закона о привредним друштвима</w:t>
      </w:r>
      <w:r w:rsidRPr="000F52A4">
        <w:rPr>
          <w:sz w:val="24"/>
          <w:szCs w:val="24"/>
          <w:lang w:val="sr-Cyrl-CS"/>
        </w:rPr>
        <w:t xml:space="preserve"> </w:t>
      </w:r>
      <w:r w:rsidRPr="000F52A4">
        <w:rPr>
          <w:sz w:val="24"/>
          <w:szCs w:val="24"/>
          <w:lang w:val="sr-Latn-CS"/>
        </w:rPr>
        <w:t>(</w:t>
      </w:r>
      <w:r w:rsidRPr="000F52A4">
        <w:rPr>
          <w:sz w:val="24"/>
          <w:szCs w:val="24"/>
          <w:lang w:val="sr-Cyrl-CS"/>
        </w:rPr>
        <w:t>„</w:t>
      </w:r>
      <w:r w:rsidRPr="000F52A4">
        <w:rPr>
          <w:sz w:val="24"/>
          <w:szCs w:val="24"/>
          <w:lang w:val="sr-Latn-CS"/>
        </w:rPr>
        <w:t>Сл. гласник РС</w:t>
      </w:r>
      <w:r w:rsidRPr="000F52A4">
        <w:rPr>
          <w:sz w:val="24"/>
          <w:szCs w:val="24"/>
          <w:lang w:val="sr-Cyrl-CS"/>
        </w:rPr>
        <w:t>“</w:t>
      </w:r>
      <w:r w:rsidRPr="000F52A4">
        <w:rPr>
          <w:sz w:val="24"/>
          <w:szCs w:val="24"/>
          <w:lang w:val="sr-Latn-CS"/>
        </w:rPr>
        <w:t xml:space="preserve"> бр. </w:t>
      </w:r>
      <w:r w:rsidRPr="000F52A4">
        <w:rPr>
          <w:color w:val="000000"/>
          <w:sz w:val="24"/>
          <w:szCs w:val="24"/>
          <w:lang w:val="sr-Cyrl-BA"/>
        </w:rPr>
        <w:t>36/2011</w:t>
      </w:r>
      <w:r w:rsidRPr="000F52A4">
        <w:rPr>
          <w:color w:val="000000"/>
          <w:sz w:val="24"/>
          <w:szCs w:val="24"/>
          <w:lang w:val="sr-Cyrl-CS"/>
        </w:rPr>
        <w:t xml:space="preserve">, 99/2011,83/2014-др.закон и 55/2015) </w:t>
      </w:r>
      <w:r w:rsidRPr="000F52A4">
        <w:rPr>
          <w:sz w:val="24"/>
          <w:szCs w:val="24"/>
          <w:lang w:val="sr-Cyrl-CS"/>
        </w:rPr>
        <w:t xml:space="preserve">ликвидациони управник </w:t>
      </w:r>
      <w:r>
        <w:rPr>
          <w:sz w:val="24"/>
          <w:szCs w:val="24"/>
        </w:rPr>
        <w:t xml:space="preserve"> </w:t>
      </w:r>
      <w:r w:rsidRPr="000F52A4">
        <w:rPr>
          <w:sz w:val="24"/>
          <w:szCs w:val="24"/>
        </w:rPr>
        <w:t>Јавно</w:t>
      </w:r>
      <w:r>
        <w:rPr>
          <w:sz w:val="24"/>
          <w:szCs w:val="24"/>
          <w:lang w:val="sr-Cyrl-CS"/>
        </w:rPr>
        <w:t>г</w:t>
      </w:r>
      <w:r w:rsidRPr="000F52A4">
        <w:rPr>
          <w:sz w:val="24"/>
          <w:szCs w:val="24"/>
        </w:rPr>
        <w:t xml:space="preserve"> предузећ</w:t>
      </w:r>
      <w:r>
        <w:rPr>
          <w:sz w:val="24"/>
          <w:szCs w:val="24"/>
          <w:lang w:val="sr-Cyrl-CS"/>
        </w:rPr>
        <w:t>а</w:t>
      </w:r>
      <w:r>
        <w:rPr>
          <w:sz w:val="24"/>
          <w:szCs w:val="24"/>
        </w:rPr>
        <w:t xml:space="preserve"> „</w:t>
      </w:r>
      <w:r>
        <w:rPr>
          <w:sz w:val="24"/>
          <w:szCs w:val="24"/>
          <w:lang w:val="sr-Latn-CS"/>
        </w:rPr>
        <w:t>Скијалиште Бесна Кобила</w:t>
      </w:r>
      <w:r w:rsidRPr="000F52A4">
        <w:rPr>
          <w:sz w:val="24"/>
          <w:szCs w:val="24"/>
        </w:rPr>
        <w:t>“  у ликвидацији</w:t>
      </w:r>
      <w:r w:rsidRPr="000F52A4">
        <w:rPr>
          <w:sz w:val="24"/>
          <w:szCs w:val="24"/>
          <w:lang w:val="sr-Cyrl-CS"/>
        </w:rPr>
        <w:t xml:space="preserve"> из </w:t>
      </w:r>
      <w:r>
        <w:rPr>
          <w:sz w:val="24"/>
          <w:szCs w:val="24"/>
          <w:lang w:val="sr-Cyrl-CS"/>
        </w:rPr>
        <w:t>Врања,  ул.</w:t>
      </w:r>
      <w:r>
        <w:rPr>
          <w:sz w:val="24"/>
          <w:szCs w:val="24"/>
          <w:lang w:val="sr-Latn-CS"/>
        </w:rPr>
        <w:t>Партизански пут 9</w:t>
      </w:r>
      <w:r>
        <w:rPr>
          <w:sz w:val="24"/>
          <w:szCs w:val="24"/>
          <w:lang w:val="sr-Cyrl-CS"/>
        </w:rPr>
        <w:t xml:space="preserve"> , мат.бр.</w:t>
      </w:r>
      <w:r>
        <w:rPr>
          <w:sz w:val="24"/>
          <w:szCs w:val="24"/>
          <w:lang w:val="sr-Latn-CS"/>
        </w:rPr>
        <w:t>20461055</w:t>
      </w:r>
      <w:r>
        <w:rPr>
          <w:sz w:val="24"/>
          <w:szCs w:val="24"/>
          <w:lang w:val="sr-Cyrl-CS"/>
        </w:rPr>
        <w:t>, ПИБ 1</w:t>
      </w:r>
      <w:r>
        <w:rPr>
          <w:sz w:val="24"/>
          <w:szCs w:val="24"/>
          <w:lang w:val="sr-Latn-CS"/>
        </w:rPr>
        <w:t>05805760</w:t>
      </w:r>
      <w:r w:rsidRPr="000F52A4">
        <w:rPr>
          <w:sz w:val="24"/>
          <w:szCs w:val="24"/>
          <w:lang w:val="sr-Cyrl-CS"/>
        </w:rPr>
        <w:t xml:space="preserve">, дана </w:t>
      </w:r>
      <w:r>
        <w:rPr>
          <w:sz w:val="24"/>
          <w:szCs w:val="24"/>
          <w:lang w:val="sr-Cyrl-CS"/>
        </w:rPr>
        <w:t>09</w:t>
      </w:r>
      <w:r w:rsidRPr="000F52A4">
        <w:rPr>
          <w:sz w:val="24"/>
          <w:szCs w:val="24"/>
          <w:lang w:val="sr-Cyrl-CS"/>
        </w:rPr>
        <w:t>.0</w:t>
      </w:r>
      <w:r>
        <w:rPr>
          <w:sz w:val="24"/>
          <w:szCs w:val="24"/>
          <w:lang w:val="sr-Cyrl-CS"/>
        </w:rPr>
        <w:t>2</w:t>
      </w:r>
      <w:r w:rsidRPr="000F52A4">
        <w:rPr>
          <w:sz w:val="24"/>
          <w:szCs w:val="24"/>
          <w:lang w:val="sr-Cyrl-CS"/>
        </w:rPr>
        <w:t>.201</w:t>
      </w:r>
      <w:r>
        <w:rPr>
          <w:sz w:val="24"/>
          <w:szCs w:val="24"/>
          <w:lang w:val="sr-Cyrl-CS"/>
        </w:rPr>
        <w:t>8</w:t>
      </w:r>
      <w:r w:rsidRPr="000F52A4">
        <w:rPr>
          <w:sz w:val="24"/>
          <w:szCs w:val="24"/>
          <w:lang w:val="sr-Cyrl-CS"/>
        </w:rPr>
        <w:t xml:space="preserve">. године, </w:t>
      </w:r>
      <w:r>
        <w:rPr>
          <w:sz w:val="24"/>
          <w:szCs w:val="24"/>
          <w:lang w:val="sr-Cyrl-CS"/>
        </w:rPr>
        <w:t>сачинио је</w:t>
      </w:r>
    </w:p>
    <w:p w:rsidR="00B66687" w:rsidRDefault="00B66687" w:rsidP="008816D0">
      <w:pPr>
        <w:pStyle w:val="normalcentar"/>
        <w:ind w:left="-900" w:firstLine="360"/>
        <w:rPr>
          <w:b/>
          <w:sz w:val="24"/>
          <w:szCs w:val="24"/>
          <w:lang w:val="sr-Latn-CS"/>
        </w:rPr>
      </w:pPr>
    </w:p>
    <w:p w:rsidR="00B66687" w:rsidRPr="007F2E6D" w:rsidRDefault="00B66687" w:rsidP="008816D0">
      <w:pPr>
        <w:pStyle w:val="normalcentar"/>
        <w:ind w:left="-900" w:firstLine="360"/>
        <w:rPr>
          <w:b/>
          <w:sz w:val="24"/>
          <w:szCs w:val="24"/>
          <w:lang w:val="sr-Latn-CS"/>
        </w:rPr>
      </w:pPr>
    </w:p>
    <w:p w:rsidR="00B66687" w:rsidRPr="000F52A4" w:rsidRDefault="00B66687" w:rsidP="000F52A4">
      <w:pPr>
        <w:jc w:val="center"/>
        <w:rPr>
          <w:rFonts w:ascii="Arial" w:hAnsi="Arial" w:cs="Arial"/>
          <w:lang w:val="sr-Cyrl-CS"/>
        </w:rPr>
      </w:pPr>
    </w:p>
    <w:p w:rsidR="00B66687" w:rsidRPr="006F0F52" w:rsidRDefault="00B66687" w:rsidP="000F52A4">
      <w:pPr>
        <w:jc w:val="center"/>
        <w:rPr>
          <w:rFonts w:ascii="Arial" w:hAnsi="Arial" w:cs="Arial"/>
          <w:b/>
          <w:sz w:val="28"/>
          <w:szCs w:val="28"/>
          <w:lang w:val="sr-Cyrl-CS"/>
        </w:rPr>
      </w:pPr>
      <w:r w:rsidRPr="006F0F52">
        <w:rPr>
          <w:rFonts w:ascii="Arial" w:hAnsi="Arial" w:cs="Arial"/>
          <w:b/>
          <w:sz w:val="28"/>
          <w:szCs w:val="28"/>
          <w:lang w:val="sr-Cyrl-CS"/>
        </w:rPr>
        <w:t>ПОЧЕТНИ</w:t>
      </w:r>
    </w:p>
    <w:p w:rsidR="00B66687" w:rsidRPr="006F0F52" w:rsidRDefault="00B66687" w:rsidP="000F52A4">
      <w:pPr>
        <w:jc w:val="center"/>
        <w:rPr>
          <w:rFonts w:ascii="Arial" w:hAnsi="Arial" w:cs="Arial"/>
          <w:b/>
          <w:sz w:val="28"/>
          <w:szCs w:val="28"/>
          <w:lang w:val="sr-Cyrl-CS"/>
        </w:rPr>
      </w:pPr>
      <w:r w:rsidRPr="006F0F52">
        <w:rPr>
          <w:rFonts w:ascii="Arial" w:hAnsi="Arial" w:cs="Arial"/>
          <w:b/>
          <w:sz w:val="28"/>
          <w:szCs w:val="28"/>
          <w:lang w:val="sr-Cyrl-CS"/>
        </w:rPr>
        <w:t>ЛИКВИДАЦИОНИ ИЗВЕШТАЈ</w:t>
      </w:r>
    </w:p>
    <w:p w:rsidR="00B66687" w:rsidRPr="000F52A4" w:rsidRDefault="00B66687" w:rsidP="008816D0">
      <w:pPr>
        <w:pStyle w:val="normalcentar"/>
        <w:ind w:left="-900" w:firstLine="360"/>
        <w:rPr>
          <w:b/>
          <w:sz w:val="24"/>
          <w:szCs w:val="24"/>
          <w:lang w:val="sr-Cyrl-CS"/>
        </w:rPr>
      </w:pPr>
    </w:p>
    <w:p w:rsidR="00B66687" w:rsidRPr="000F52A4" w:rsidRDefault="00B66687" w:rsidP="008816D0">
      <w:pPr>
        <w:pStyle w:val="normalcentar"/>
        <w:ind w:left="-900" w:firstLine="360"/>
        <w:rPr>
          <w:b/>
          <w:sz w:val="24"/>
          <w:szCs w:val="24"/>
          <w:lang w:val="sr-Cyrl-CS"/>
        </w:rPr>
      </w:pPr>
    </w:p>
    <w:p w:rsidR="00B66687" w:rsidRPr="000F52A4" w:rsidRDefault="00B66687" w:rsidP="00BB71B5">
      <w:pPr>
        <w:pStyle w:val="normal0"/>
        <w:ind w:firstLine="360"/>
        <w:jc w:val="both"/>
        <w:rPr>
          <w:sz w:val="24"/>
          <w:szCs w:val="24"/>
          <w:lang w:val="sr-Cyrl-CS"/>
        </w:rPr>
      </w:pPr>
      <w:r w:rsidRPr="000F52A4">
        <w:rPr>
          <w:sz w:val="24"/>
          <w:szCs w:val="24"/>
          <w:lang w:val="sr-Cyrl-CS"/>
        </w:rPr>
        <w:t xml:space="preserve">Над </w:t>
      </w:r>
      <w:r w:rsidRPr="000F52A4">
        <w:rPr>
          <w:sz w:val="24"/>
          <w:szCs w:val="24"/>
        </w:rPr>
        <w:t>Јавним предузећем</w:t>
      </w:r>
      <w:r>
        <w:rPr>
          <w:sz w:val="24"/>
          <w:szCs w:val="24"/>
        </w:rPr>
        <w:t xml:space="preserve"> „Скијалиште Бесна Кобила</w:t>
      </w:r>
      <w:r w:rsidRPr="000F52A4">
        <w:rPr>
          <w:sz w:val="24"/>
          <w:szCs w:val="24"/>
        </w:rPr>
        <w:t>“  у ликвидацији</w:t>
      </w:r>
      <w:r w:rsidRPr="000F52A4">
        <w:rPr>
          <w:sz w:val="24"/>
          <w:szCs w:val="24"/>
          <w:lang w:val="sr-Cyrl-CS"/>
        </w:rPr>
        <w:t>,</w:t>
      </w:r>
      <w:r>
        <w:rPr>
          <w:sz w:val="24"/>
          <w:szCs w:val="24"/>
          <w:lang w:val="sr-Cyrl-CS"/>
        </w:rPr>
        <w:t xml:space="preserve"> </w:t>
      </w:r>
      <w:r w:rsidRPr="000F52A4">
        <w:rPr>
          <w:sz w:val="24"/>
          <w:szCs w:val="24"/>
          <w:lang w:val="sr-Cyrl-CS"/>
        </w:rPr>
        <w:t>( у даљем тексту: Јавно предузеће), из Врања</w:t>
      </w:r>
      <w:r w:rsidRPr="000F52A4">
        <w:rPr>
          <w:color w:val="339966"/>
          <w:sz w:val="24"/>
          <w:szCs w:val="24"/>
          <w:lang w:val="sr-Cyrl-CS"/>
        </w:rPr>
        <w:t xml:space="preserve"> </w:t>
      </w:r>
      <w:r w:rsidRPr="000F52A4">
        <w:rPr>
          <w:sz w:val="24"/>
          <w:szCs w:val="24"/>
          <w:lang w:val="sr-Cyrl-CS"/>
        </w:rPr>
        <w:t xml:space="preserve">уписаним у Регистар привредних субјеката  Агенције за привредне регистре, матични број </w:t>
      </w:r>
      <w:r>
        <w:rPr>
          <w:sz w:val="24"/>
          <w:szCs w:val="24"/>
          <w:lang w:val="sr-Latn-CS"/>
        </w:rPr>
        <w:t>20461055</w:t>
      </w:r>
      <w:r w:rsidRPr="000F52A4">
        <w:rPr>
          <w:sz w:val="24"/>
          <w:szCs w:val="24"/>
          <w:lang w:val="sr-Cyrl-CS"/>
        </w:rPr>
        <w:t xml:space="preserve">, ПИБ </w:t>
      </w:r>
      <w:r>
        <w:rPr>
          <w:sz w:val="24"/>
          <w:szCs w:val="24"/>
          <w:lang w:val="sr-Cyrl-CS"/>
        </w:rPr>
        <w:t>10</w:t>
      </w:r>
      <w:r>
        <w:rPr>
          <w:sz w:val="24"/>
          <w:szCs w:val="24"/>
          <w:lang w:val="sr-Latn-CS"/>
        </w:rPr>
        <w:t>5805760</w:t>
      </w:r>
      <w:r w:rsidRPr="000F52A4">
        <w:rPr>
          <w:sz w:val="24"/>
          <w:szCs w:val="24"/>
          <w:lang w:val="sr-Cyrl-CS"/>
        </w:rPr>
        <w:t xml:space="preserve">, са пословним бројем рачуна </w:t>
      </w:r>
      <w:r>
        <w:rPr>
          <w:sz w:val="24"/>
          <w:szCs w:val="24"/>
          <w:lang w:val="sr-Latn-CS"/>
        </w:rPr>
        <w:t>840-1011743-29</w:t>
      </w:r>
      <w:r>
        <w:rPr>
          <w:sz w:val="24"/>
          <w:szCs w:val="24"/>
          <w:lang w:val="sr-Cyrl-CS"/>
        </w:rPr>
        <w:t>,</w:t>
      </w:r>
      <w:r w:rsidRPr="000F52A4">
        <w:rPr>
          <w:sz w:val="24"/>
          <w:szCs w:val="24"/>
          <w:lang w:val="sr-Cyrl-CS"/>
        </w:rPr>
        <w:t xml:space="preserve"> покренут је поступак ликвидације, што је регистровано решењем Регистратора Регистра привредних субјеката Агенције за привредне регистре, број БД  </w:t>
      </w:r>
      <w:r>
        <w:rPr>
          <w:sz w:val="24"/>
          <w:szCs w:val="24"/>
          <w:lang w:val="sr-Cyrl-CS"/>
        </w:rPr>
        <w:t>1</w:t>
      </w:r>
      <w:r>
        <w:rPr>
          <w:sz w:val="24"/>
          <w:szCs w:val="24"/>
          <w:lang w:val="sr-Latn-CS"/>
        </w:rPr>
        <w:t>0818</w:t>
      </w:r>
      <w:r w:rsidRPr="000F52A4">
        <w:rPr>
          <w:sz w:val="24"/>
          <w:szCs w:val="24"/>
          <w:lang w:val="sr-Cyrl-CS"/>
        </w:rPr>
        <w:t>/2017 од</w:t>
      </w:r>
      <w:r>
        <w:rPr>
          <w:sz w:val="24"/>
          <w:szCs w:val="24"/>
          <w:lang w:val="sr-Cyrl-CS"/>
        </w:rPr>
        <w:t xml:space="preserve"> 1</w:t>
      </w:r>
      <w:r>
        <w:rPr>
          <w:sz w:val="24"/>
          <w:szCs w:val="24"/>
          <w:lang w:val="sr-Latn-CS"/>
        </w:rPr>
        <w:t>3</w:t>
      </w:r>
      <w:r w:rsidRPr="000F52A4">
        <w:rPr>
          <w:sz w:val="24"/>
          <w:szCs w:val="24"/>
          <w:lang w:val="sr-Cyrl-CS"/>
        </w:rPr>
        <w:t xml:space="preserve">.02.2017. године, са којим датумом је објављен и оглас на интернет страни Агенције, са позивом повериоцима да пријаве своја потраживања на адресу </w:t>
      </w:r>
      <w:r>
        <w:rPr>
          <w:sz w:val="24"/>
          <w:szCs w:val="24"/>
          <w:lang w:val="sr-Latn-CS"/>
        </w:rPr>
        <w:t xml:space="preserve">Партизански пут </w:t>
      </w:r>
      <w:r>
        <w:rPr>
          <w:sz w:val="24"/>
          <w:szCs w:val="24"/>
          <w:lang w:val="sr-Cyrl-CS"/>
        </w:rPr>
        <w:t xml:space="preserve"> бр.</w:t>
      </w:r>
      <w:r>
        <w:rPr>
          <w:sz w:val="24"/>
          <w:szCs w:val="24"/>
          <w:lang w:val="sr-Latn-CS"/>
        </w:rPr>
        <w:t>9</w:t>
      </w:r>
      <w:r>
        <w:rPr>
          <w:sz w:val="24"/>
          <w:szCs w:val="24"/>
          <w:lang w:val="sr-Cyrl-CS"/>
        </w:rPr>
        <w:t>, 1750</w:t>
      </w:r>
      <w:r>
        <w:rPr>
          <w:sz w:val="24"/>
          <w:szCs w:val="24"/>
          <w:lang w:val="sr-Latn-CS"/>
        </w:rPr>
        <w:t>1</w:t>
      </w:r>
      <w:r w:rsidRPr="000F52A4">
        <w:rPr>
          <w:sz w:val="24"/>
          <w:szCs w:val="24"/>
          <w:lang w:val="sr-Cyrl-CS"/>
        </w:rPr>
        <w:t xml:space="preserve"> Врање.</w:t>
      </w:r>
    </w:p>
    <w:p w:rsidR="00B66687" w:rsidRDefault="00B66687" w:rsidP="00BB71B5">
      <w:pPr>
        <w:pStyle w:val="normal0"/>
        <w:ind w:firstLine="360"/>
        <w:jc w:val="both"/>
        <w:rPr>
          <w:sz w:val="24"/>
          <w:szCs w:val="24"/>
          <w:lang w:val="sr-Cyrl-CS"/>
        </w:rPr>
      </w:pPr>
      <w:r w:rsidRPr="000F52A4">
        <w:rPr>
          <w:sz w:val="24"/>
          <w:szCs w:val="24"/>
          <w:lang w:val="sr-Cyrl-CS"/>
        </w:rPr>
        <w:t>Ликвидациони управник је саставио почетни ликвидациони биланс</w:t>
      </w:r>
      <w:r>
        <w:rPr>
          <w:sz w:val="24"/>
          <w:szCs w:val="24"/>
          <w:lang w:val="sr-Cyrl-CS"/>
        </w:rPr>
        <w:t xml:space="preserve"> са стањем на дан 1</w:t>
      </w:r>
      <w:r>
        <w:rPr>
          <w:sz w:val="24"/>
          <w:szCs w:val="24"/>
          <w:lang w:val="sr-Latn-CS"/>
        </w:rPr>
        <w:t>3</w:t>
      </w:r>
      <w:r w:rsidRPr="000F52A4">
        <w:rPr>
          <w:sz w:val="24"/>
          <w:szCs w:val="24"/>
          <w:lang w:val="sr-Cyrl-CS"/>
        </w:rPr>
        <w:t>.02.2017.године  односно на дан покретања поступка ликвидације и доставио га као ванредни финансијски извештај Агенцији за привредне регистре – Регистру финансијских извештаја и података о бонитету правних лица и предузетника и предузео све потребне радње пред надлежним пореским органом за спровођење ликвидационог поступка.</w:t>
      </w:r>
    </w:p>
    <w:p w:rsidR="00B66687" w:rsidRPr="007F2E6D" w:rsidRDefault="00B66687" w:rsidP="00BB71B5">
      <w:pPr>
        <w:pStyle w:val="normal0"/>
        <w:ind w:firstLine="360"/>
        <w:jc w:val="both"/>
        <w:rPr>
          <w:sz w:val="24"/>
          <w:szCs w:val="24"/>
          <w:lang w:val="sr-Latn-CS"/>
        </w:rPr>
      </w:pPr>
    </w:p>
    <w:p w:rsidR="00B66687" w:rsidRPr="007F2E6D" w:rsidRDefault="00B66687" w:rsidP="007F2E6D">
      <w:pPr>
        <w:pStyle w:val="normal0"/>
        <w:ind w:firstLine="360"/>
        <w:jc w:val="both"/>
        <w:rPr>
          <w:sz w:val="24"/>
          <w:szCs w:val="24"/>
          <w:lang w:val="sr-Latn-CS"/>
        </w:rPr>
      </w:pPr>
      <w:r w:rsidRPr="000F52A4">
        <w:rPr>
          <w:sz w:val="24"/>
          <w:szCs w:val="24"/>
          <w:lang w:val="sr-Cyrl-CS"/>
        </w:rPr>
        <w:t>У складу са чланом 536. став 3. Закона о привредним друштвима,</w:t>
      </w:r>
      <w:r>
        <w:rPr>
          <w:sz w:val="24"/>
          <w:szCs w:val="24"/>
          <w:lang w:val="sr-Cyrl-CS"/>
        </w:rPr>
        <w:t xml:space="preserve"> ликвидациони управник утврђује</w:t>
      </w:r>
    </w:p>
    <w:p w:rsidR="00B66687" w:rsidRDefault="00B66687" w:rsidP="00D54521">
      <w:pPr>
        <w:pStyle w:val="normal0"/>
        <w:ind w:left="-900" w:firstLine="360"/>
        <w:jc w:val="both"/>
        <w:rPr>
          <w:sz w:val="24"/>
          <w:szCs w:val="24"/>
        </w:rPr>
      </w:pPr>
    </w:p>
    <w:p w:rsidR="00B66687" w:rsidRPr="00CD326B" w:rsidRDefault="00B66687" w:rsidP="00D54521">
      <w:pPr>
        <w:pStyle w:val="normal0"/>
        <w:ind w:left="-900" w:firstLine="360"/>
        <w:jc w:val="both"/>
        <w:rPr>
          <w:sz w:val="24"/>
          <w:szCs w:val="24"/>
        </w:rPr>
      </w:pPr>
    </w:p>
    <w:p w:rsidR="00B66687" w:rsidRDefault="00B66687" w:rsidP="00A65E2D">
      <w:pPr>
        <w:shd w:val="clear" w:color="auto" w:fill="FFFFFF"/>
        <w:ind w:hanging="284"/>
        <w:jc w:val="both"/>
        <w:rPr>
          <w:rFonts w:ascii="Arial" w:hAnsi="Arial" w:cs="Arial"/>
          <w:color w:val="000000"/>
          <w:lang w:val="sr-Cyrl-CS" w:eastAsia="sr-Latn-CS"/>
        </w:rPr>
      </w:pPr>
    </w:p>
    <w:p w:rsidR="00B66687" w:rsidRDefault="00B66687" w:rsidP="00A65E2D">
      <w:pPr>
        <w:shd w:val="clear" w:color="auto" w:fill="FFFFFF"/>
        <w:ind w:hanging="284"/>
        <w:jc w:val="both"/>
        <w:rPr>
          <w:rFonts w:ascii="Arial" w:hAnsi="Arial" w:cs="Arial"/>
          <w:color w:val="000000"/>
          <w:lang w:val="sr-Cyrl-CS" w:eastAsia="sr-Latn-CS"/>
        </w:rPr>
      </w:pPr>
    </w:p>
    <w:p w:rsidR="00B66687" w:rsidRDefault="00B66687" w:rsidP="00CD326B">
      <w:pPr>
        <w:shd w:val="clear" w:color="auto" w:fill="FFFFFF"/>
        <w:ind w:firstLine="360"/>
        <w:jc w:val="both"/>
        <w:rPr>
          <w:rFonts w:ascii="Arial" w:hAnsi="Arial" w:cs="Arial"/>
          <w:color w:val="000000"/>
          <w:lang w:val="sr-Cyrl-CS" w:eastAsia="sr-Latn-CS"/>
        </w:rPr>
      </w:pPr>
      <w:r w:rsidRPr="00CD326B">
        <w:rPr>
          <w:rFonts w:ascii="Arial" w:hAnsi="Arial" w:cs="Arial"/>
          <w:color w:val="000000"/>
          <w:lang w:val="sr-Cyrl-CS" w:eastAsia="sr-Latn-CS"/>
        </w:rPr>
        <w:t>Одлуком Скупштине града Врања  бр.</w:t>
      </w:r>
      <w:r w:rsidRPr="00CD326B">
        <w:rPr>
          <w:rFonts w:ascii="Arial" w:hAnsi="Arial" w:cs="Arial"/>
          <w:color w:val="000000"/>
          <w:lang w:eastAsia="sr-Latn-CS"/>
        </w:rPr>
        <w:t>02-40/2017-10</w:t>
      </w:r>
      <w:r w:rsidRPr="00CD326B">
        <w:rPr>
          <w:rFonts w:ascii="Arial" w:hAnsi="Arial" w:cs="Arial"/>
          <w:color w:val="000000"/>
          <w:lang w:val="sr-Cyrl-CS" w:eastAsia="sr-Latn-CS"/>
        </w:rPr>
        <w:t xml:space="preserve"> од </w:t>
      </w:r>
      <w:r w:rsidRPr="00CD326B">
        <w:rPr>
          <w:rFonts w:ascii="Arial" w:hAnsi="Arial" w:cs="Arial"/>
          <w:color w:val="000000"/>
          <w:lang w:eastAsia="sr-Latn-CS"/>
        </w:rPr>
        <w:t xml:space="preserve">04.04.2017.године, </w:t>
      </w:r>
      <w:r w:rsidRPr="00CD326B">
        <w:rPr>
          <w:rFonts w:ascii="Arial" w:hAnsi="Arial" w:cs="Arial"/>
          <w:color w:val="000000"/>
          <w:lang w:val="sr-Cyrl-CS" w:eastAsia="sr-Latn-CS"/>
        </w:rPr>
        <w:t xml:space="preserve"> оснивач-члан је  преузео  обавезе Јавног предузећа у ликвидацији и обезбедио довољна новчана средства за измирење свих обавеза  Јавног предузећа.</w:t>
      </w:r>
    </w:p>
    <w:p w:rsidR="00B66687" w:rsidRDefault="00B66687" w:rsidP="00A65E2D">
      <w:pPr>
        <w:shd w:val="clear" w:color="auto" w:fill="FFFFFF"/>
        <w:jc w:val="both"/>
        <w:rPr>
          <w:rFonts w:ascii="Arial" w:hAnsi="Arial" w:cs="Arial"/>
          <w:color w:val="000000"/>
          <w:lang w:val="sr-Cyrl-CS" w:eastAsia="sr-Latn-CS"/>
        </w:rPr>
      </w:pPr>
    </w:p>
    <w:p w:rsidR="00B66687" w:rsidRPr="000F52A4" w:rsidRDefault="00B66687" w:rsidP="00A65E2D">
      <w:pPr>
        <w:shd w:val="clear" w:color="auto" w:fill="FFFFFF"/>
        <w:ind w:left="420"/>
        <w:jc w:val="both"/>
        <w:rPr>
          <w:rFonts w:ascii="Arial" w:hAnsi="Arial" w:cs="Arial"/>
          <w:b/>
          <w:bCs/>
          <w:color w:val="008080"/>
          <w:lang w:val="sr-Cyrl-CS" w:eastAsia="sr-Latn-CS"/>
        </w:rPr>
      </w:pPr>
    </w:p>
    <w:p w:rsidR="00B66687" w:rsidRPr="000F52A4" w:rsidRDefault="00B66687" w:rsidP="009A79AC">
      <w:pPr>
        <w:shd w:val="clear" w:color="auto" w:fill="FFFFFF"/>
        <w:ind w:left="420"/>
        <w:jc w:val="both"/>
        <w:rPr>
          <w:rFonts w:ascii="Arial" w:hAnsi="Arial" w:cs="Arial"/>
          <w:b/>
          <w:bCs/>
          <w:color w:val="008080"/>
          <w:lang w:val="sr-Cyrl-CS" w:eastAsia="sr-Latn-CS"/>
        </w:rPr>
      </w:pPr>
    </w:p>
    <w:p w:rsidR="00B66687" w:rsidRPr="000F52A4" w:rsidRDefault="00B66687" w:rsidP="00CD326B">
      <w:pPr>
        <w:shd w:val="clear" w:color="auto" w:fill="FFFFFF"/>
        <w:rPr>
          <w:rFonts w:ascii="Arial" w:hAnsi="Arial" w:cs="Arial"/>
          <w:color w:val="000000"/>
          <w:lang w:val="sr-Cyrl-CS" w:eastAsia="sr-Latn-CS"/>
        </w:rPr>
      </w:pPr>
      <w:r>
        <w:rPr>
          <w:rFonts w:ascii="Arial" w:hAnsi="Arial" w:cs="Arial"/>
          <w:color w:val="000000"/>
          <w:u w:val="single"/>
          <w:lang w:eastAsia="sr-Latn-CS"/>
        </w:rPr>
        <w:t xml:space="preserve">4) </w:t>
      </w:r>
      <w:r w:rsidRPr="000F52A4">
        <w:rPr>
          <w:rFonts w:ascii="Arial" w:hAnsi="Arial" w:cs="Arial"/>
          <w:color w:val="000000"/>
          <w:u w:val="single"/>
          <w:lang w:val="sr-Cyrl-CS" w:eastAsia="sr-Latn-CS"/>
        </w:rPr>
        <w:t>Р</w:t>
      </w:r>
      <w:r w:rsidRPr="000F52A4">
        <w:rPr>
          <w:rFonts w:ascii="Arial" w:hAnsi="Arial" w:cs="Arial"/>
          <w:color w:val="000000"/>
          <w:u w:val="single"/>
          <w:lang w:eastAsia="sr-Latn-CS"/>
        </w:rPr>
        <w:t>адње неопходне за спровођење ликвидације</w:t>
      </w:r>
      <w:r w:rsidRPr="000F52A4">
        <w:rPr>
          <w:rFonts w:ascii="Arial" w:hAnsi="Arial" w:cs="Arial"/>
          <w:color w:val="000000"/>
          <w:lang w:val="sr-Cyrl-CS" w:eastAsia="sr-Latn-CS"/>
        </w:rPr>
        <w:t>:</w:t>
      </w:r>
      <w:r w:rsidRPr="000F52A4">
        <w:rPr>
          <w:rFonts w:ascii="Arial" w:hAnsi="Arial" w:cs="Arial"/>
          <w:color w:val="000000"/>
          <w:lang w:eastAsia="sr-Latn-CS"/>
        </w:rPr>
        <w:t xml:space="preserve"> </w:t>
      </w:r>
    </w:p>
    <w:p w:rsidR="00B66687" w:rsidRDefault="00B66687" w:rsidP="00F9458B">
      <w:pPr>
        <w:shd w:val="clear" w:color="auto" w:fill="FFFFFF"/>
        <w:ind w:left="420"/>
        <w:rPr>
          <w:rFonts w:ascii="Arial" w:hAnsi="Arial" w:cs="Arial"/>
          <w:color w:val="000000"/>
          <w:lang w:val="sr-Cyrl-CS" w:eastAsia="sr-Latn-CS"/>
        </w:rPr>
      </w:pPr>
      <w:r w:rsidRPr="000F52A4">
        <w:rPr>
          <w:rFonts w:ascii="Arial" w:hAnsi="Arial" w:cs="Arial"/>
          <w:color w:val="000000"/>
          <w:lang w:val="sr-Cyrl-CS" w:eastAsia="sr-Latn-CS"/>
        </w:rPr>
        <w:t>За спровођење поступка ликвидације неопходно је предузети следеће радње:</w:t>
      </w:r>
    </w:p>
    <w:p w:rsidR="00B66687" w:rsidRDefault="00B66687" w:rsidP="00F9458B">
      <w:pPr>
        <w:shd w:val="clear" w:color="auto" w:fill="FFFFFF"/>
        <w:ind w:left="420"/>
        <w:rPr>
          <w:rFonts w:ascii="Arial" w:hAnsi="Arial" w:cs="Arial"/>
          <w:color w:val="000000"/>
          <w:lang w:eastAsia="sr-Latn-CS"/>
        </w:rPr>
      </w:pPr>
    </w:p>
    <w:p w:rsidR="00B66687" w:rsidRPr="009A79AC" w:rsidRDefault="00B66687" w:rsidP="00CD326B">
      <w:pPr>
        <w:numPr>
          <w:ilvl w:val="0"/>
          <w:numId w:val="3"/>
        </w:numPr>
        <w:shd w:val="clear" w:color="auto" w:fill="FFFFFF"/>
        <w:rPr>
          <w:rFonts w:ascii="Arial" w:hAnsi="Arial" w:cs="Arial"/>
          <w:b/>
          <w:bCs/>
          <w:lang w:val="sr-Cyrl-CS" w:eastAsia="sr-Latn-CS"/>
        </w:rPr>
      </w:pPr>
      <w:r w:rsidRPr="009A79AC">
        <w:rPr>
          <w:rFonts w:ascii="Arial" w:hAnsi="Arial" w:cs="Arial"/>
          <w:lang w:val="sr-Cyrl-CS" w:eastAsia="sr-Latn-CS"/>
        </w:rPr>
        <w:t>усвајање почетног ликвидационог извештаја</w:t>
      </w:r>
    </w:p>
    <w:p w:rsidR="00B66687" w:rsidRPr="009A79AC" w:rsidRDefault="00B66687" w:rsidP="00F9458B">
      <w:pPr>
        <w:numPr>
          <w:ilvl w:val="0"/>
          <w:numId w:val="3"/>
        </w:numPr>
        <w:shd w:val="clear" w:color="auto" w:fill="FFFFFF"/>
        <w:rPr>
          <w:rFonts w:ascii="Arial" w:hAnsi="Arial" w:cs="Arial"/>
          <w:b/>
          <w:bCs/>
          <w:lang w:val="sr-Cyrl-CS" w:eastAsia="sr-Latn-CS"/>
        </w:rPr>
      </w:pPr>
      <w:r w:rsidRPr="009A79AC">
        <w:rPr>
          <w:rFonts w:ascii="Arial" w:hAnsi="Arial" w:cs="Arial"/>
          <w:lang w:val="sr-Cyrl-CS" w:eastAsia="sr-Latn-CS"/>
        </w:rPr>
        <w:t xml:space="preserve">исплата признатих потраживања </w:t>
      </w:r>
    </w:p>
    <w:p w:rsidR="00B66687" w:rsidRPr="009A79AC" w:rsidRDefault="00B66687" w:rsidP="00F9458B">
      <w:pPr>
        <w:numPr>
          <w:ilvl w:val="0"/>
          <w:numId w:val="3"/>
        </w:numPr>
        <w:shd w:val="clear" w:color="auto" w:fill="FFFFFF"/>
        <w:rPr>
          <w:rFonts w:ascii="Arial" w:hAnsi="Arial" w:cs="Arial"/>
          <w:b/>
          <w:bCs/>
          <w:lang w:val="sr-Cyrl-CS" w:eastAsia="sr-Latn-CS"/>
        </w:rPr>
      </w:pPr>
      <w:r w:rsidRPr="009A79AC">
        <w:rPr>
          <w:rFonts w:ascii="Arial" w:hAnsi="Arial" w:cs="Arial"/>
          <w:lang w:val="sr-Cyrl-CS" w:eastAsia="sr-Latn-CS"/>
        </w:rPr>
        <w:t>израда завршног ликвидационог биланса</w:t>
      </w:r>
    </w:p>
    <w:p w:rsidR="00B66687" w:rsidRPr="009A79AC" w:rsidRDefault="00B66687" w:rsidP="00BB71B5">
      <w:pPr>
        <w:numPr>
          <w:ilvl w:val="0"/>
          <w:numId w:val="3"/>
        </w:numPr>
        <w:shd w:val="clear" w:color="auto" w:fill="FFFFFF"/>
        <w:ind w:left="709" w:hanging="289"/>
        <w:rPr>
          <w:rFonts w:ascii="Arial" w:hAnsi="Arial" w:cs="Arial"/>
          <w:b/>
          <w:bCs/>
          <w:lang w:val="sr-Cyrl-CS" w:eastAsia="sr-Latn-CS"/>
        </w:rPr>
      </w:pPr>
      <w:r w:rsidRPr="009A79AC">
        <w:rPr>
          <w:rFonts w:ascii="Arial" w:hAnsi="Arial" w:cs="Arial"/>
          <w:lang w:val="sr-Cyrl-CS" w:eastAsia="sr-Latn-CS"/>
        </w:rPr>
        <w:t>регистрација усвојеног почетног лик</w:t>
      </w:r>
      <w:r>
        <w:rPr>
          <w:rFonts w:ascii="Arial" w:hAnsi="Arial" w:cs="Arial"/>
          <w:lang w:val="sr-Cyrl-CS" w:eastAsia="sr-Latn-CS"/>
        </w:rPr>
        <w:t xml:space="preserve">видационог извештаја и завршног </w:t>
      </w:r>
      <w:r w:rsidRPr="009A79AC">
        <w:rPr>
          <w:rFonts w:ascii="Arial" w:hAnsi="Arial" w:cs="Arial"/>
          <w:lang w:val="sr-Cyrl-CS" w:eastAsia="sr-Latn-CS"/>
        </w:rPr>
        <w:t>ликвидационог биланса код Агенције за привредне регистре</w:t>
      </w:r>
    </w:p>
    <w:p w:rsidR="00B66687" w:rsidRPr="009A79AC" w:rsidRDefault="00B66687" w:rsidP="00F9458B">
      <w:pPr>
        <w:numPr>
          <w:ilvl w:val="0"/>
          <w:numId w:val="3"/>
        </w:numPr>
        <w:shd w:val="clear" w:color="auto" w:fill="FFFFFF"/>
        <w:rPr>
          <w:rFonts w:ascii="Arial" w:hAnsi="Arial" w:cs="Arial"/>
          <w:b/>
          <w:bCs/>
          <w:lang w:val="sr-Cyrl-CS" w:eastAsia="sr-Latn-CS"/>
        </w:rPr>
      </w:pPr>
      <w:r w:rsidRPr="009A79AC">
        <w:rPr>
          <w:rFonts w:ascii="Arial" w:hAnsi="Arial" w:cs="Arial"/>
          <w:lang w:val="sr-Cyrl-CS" w:eastAsia="sr-Latn-CS"/>
        </w:rPr>
        <w:t>подношење пријаве Пореској управи</w:t>
      </w:r>
    </w:p>
    <w:p w:rsidR="00B66687" w:rsidRPr="009A79AC" w:rsidRDefault="00B66687" w:rsidP="00BB71B5">
      <w:pPr>
        <w:numPr>
          <w:ilvl w:val="0"/>
          <w:numId w:val="3"/>
        </w:numPr>
        <w:shd w:val="clear" w:color="auto" w:fill="FFFFFF"/>
        <w:ind w:left="709" w:hanging="289"/>
        <w:rPr>
          <w:rFonts w:ascii="Arial" w:hAnsi="Arial" w:cs="Arial"/>
          <w:bCs/>
          <w:lang w:val="sr-Cyrl-CS" w:eastAsia="sr-Latn-CS"/>
        </w:rPr>
      </w:pPr>
      <w:r w:rsidRPr="009A79AC">
        <w:rPr>
          <w:rFonts w:ascii="Arial" w:hAnsi="Arial" w:cs="Arial"/>
          <w:bCs/>
          <w:lang w:val="sr-Cyrl-CS" w:eastAsia="sr-Latn-CS"/>
        </w:rPr>
        <w:t>доношење законом прописаних одлука за окончање поступка ликвидације)</w:t>
      </w:r>
    </w:p>
    <w:p w:rsidR="00B66687" w:rsidRPr="000F52A4" w:rsidRDefault="00B66687" w:rsidP="000E29EC">
      <w:pPr>
        <w:shd w:val="clear" w:color="auto" w:fill="FFFFFF"/>
        <w:ind w:hanging="300"/>
        <w:rPr>
          <w:rFonts w:ascii="Arial" w:hAnsi="Arial" w:cs="Arial"/>
          <w:b/>
          <w:bCs/>
          <w:color w:val="008080"/>
          <w:lang w:eastAsia="sr-Latn-CS"/>
        </w:rPr>
      </w:pPr>
    </w:p>
    <w:p w:rsidR="00B66687" w:rsidRDefault="00B66687" w:rsidP="00CD326B">
      <w:pPr>
        <w:numPr>
          <w:ilvl w:val="0"/>
          <w:numId w:val="5"/>
        </w:numPr>
        <w:shd w:val="clear" w:color="auto" w:fill="FFFFFF"/>
        <w:ind w:left="270" w:hanging="270"/>
        <w:rPr>
          <w:rFonts w:ascii="Arial" w:hAnsi="Arial" w:cs="Arial"/>
          <w:color w:val="000000"/>
          <w:lang w:val="sr-Cyrl-CS" w:eastAsia="sr-Latn-CS"/>
        </w:rPr>
      </w:pPr>
      <w:r w:rsidRPr="000F52A4">
        <w:rPr>
          <w:rFonts w:ascii="Arial" w:hAnsi="Arial" w:cs="Arial"/>
          <w:color w:val="000000"/>
          <w:lang w:val="sr-Cyrl-CS" w:eastAsia="sr-Latn-CS"/>
        </w:rPr>
        <w:t>В</w:t>
      </w:r>
      <w:r w:rsidRPr="000F52A4">
        <w:rPr>
          <w:rFonts w:ascii="Arial" w:hAnsi="Arial" w:cs="Arial"/>
          <w:color w:val="000000"/>
          <w:lang w:eastAsia="sr-Latn-CS"/>
        </w:rPr>
        <w:t>реме предвиђено за завршетак ликвидације</w:t>
      </w:r>
      <w:r>
        <w:rPr>
          <w:rFonts w:ascii="Arial" w:hAnsi="Arial" w:cs="Arial"/>
          <w:color w:val="000000"/>
          <w:lang w:val="sr-Cyrl-CS" w:eastAsia="sr-Latn-CS"/>
        </w:rPr>
        <w:t xml:space="preserve"> је 31.12.2018.године.</w:t>
      </w:r>
    </w:p>
    <w:p w:rsidR="00B66687" w:rsidRPr="000F52A4" w:rsidRDefault="00B66687" w:rsidP="00BB71B5">
      <w:pPr>
        <w:shd w:val="clear" w:color="auto" w:fill="FFFFFF"/>
        <w:rPr>
          <w:rFonts w:ascii="Arial" w:hAnsi="Arial" w:cs="Arial"/>
          <w:color w:val="000000"/>
          <w:lang w:val="sr-Cyrl-CS" w:eastAsia="sr-Latn-CS"/>
        </w:rPr>
      </w:pPr>
      <w:r>
        <w:rPr>
          <w:rFonts w:ascii="Arial" w:hAnsi="Arial" w:cs="Arial"/>
          <w:color w:val="000000"/>
          <w:lang w:val="sr-Cyrl-CS" w:eastAsia="sr-Latn-CS"/>
        </w:rPr>
        <w:t>Овај рок се превиђа с обзиром на велики број судских спорова.</w:t>
      </w:r>
    </w:p>
    <w:p w:rsidR="00B66687" w:rsidRPr="000F52A4" w:rsidRDefault="00B66687" w:rsidP="000E29EC">
      <w:pPr>
        <w:shd w:val="clear" w:color="auto" w:fill="FFFFFF"/>
        <w:ind w:hanging="300"/>
        <w:rPr>
          <w:rFonts w:ascii="Arial" w:hAnsi="Arial" w:cs="Arial"/>
          <w:b/>
          <w:bCs/>
          <w:color w:val="008080"/>
          <w:lang w:eastAsia="sr-Latn-CS"/>
        </w:rPr>
      </w:pPr>
    </w:p>
    <w:p w:rsidR="00B66687" w:rsidRPr="000F52A4" w:rsidRDefault="00B66687" w:rsidP="00BB71B5">
      <w:pPr>
        <w:pStyle w:val="normal0"/>
        <w:ind w:firstLine="360"/>
        <w:jc w:val="both"/>
        <w:rPr>
          <w:sz w:val="24"/>
          <w:szCs w:val="24"/>
          <w:lang w:val="sr-Cyrl-CS"/>
        </w:rPr>
      </w:pPr>
      <w:r w:rsidRPr="000F52A4">
        <w:rPr>
          <w:sz w:val="24"/>
          <w:szCs w:val="24"/>
          <w:lang w:val="sr-Cyrl-CS"/>
        </w:rPr>
        <w:t xml:space="preserve">Почетни ликвидациони извештај подноси се </w:t>
      </w:r>
      <w:r>
        <w:rPr>
          <w:sz w:val="24"/>
          <w:szCs w:val="24"/>
          <w:lang w:val="sr-Cyrl-CS"/>
        </w:rPr>
        <w:t>Градском већу и Скупштини града Врања</w:t>
      </w:r>
      <w:r w:rsidRPr="000F52A4">
        <w:rPr>
          <w:sz w:val="24"/>
          <w:szCs w:val="24"/>
          <w:lang w:val="sr-Cyrl-CS"/>
        </w:rPr>
        <w:t xml:space="preserve"> на усвајање, а по доношењу одлуке о његовом усвајању биће достављен Регистру привредних субјеката ради регистрације.</w:t>
      </w:r>
    </w:p>
    <w:p w:rsidR="00B66687" w:rsidRPr="000F52A4" w:rsidRDefault="00B66687" w:rsidP="00BB71B5">
      <w:pPr>
        <w:pStyle w:val="normal0"/>
        <w:ind w:firstLine="360"/>
        <w:jc w:val="both"/>
        <w:rPr>
          <w:sz w:val="24"/>
          <w:szCs w:val="24"/>
          <w:lang w:val="sr-Cyrl-CS"/>
        </w:rPr>
      </w:pPr>
      <w:r w:rsidRPr="000F52A4">
        <w:rPr>
          <w:sz w:val="24"/>
          <w:szCs w:val="24"/>
          <w:lang w:val="sr-Cyrl-CS"/>
        </w:rPr>
        <w:t xml:space="preserve">                                                                                                          </w:t>
      </w:r>
    </w:p>
    <w:p w:rsidR="00B66687" w:rsidRPr="000F52A4" w:rsidRDefault="00B66687" w:rsidP="000652DB">
      <w:pPr>
        <w:pStyle w:val="normal0"/>
        <w:ind w:firstLine="360"/>
        <w:jc w:val="both"/>
        <w:rPr>
          <w:sz w:val="24"/>
          <w:szCs w:val="24"/>
          <w:lang w:val="sr-Cyrl-CS"/>
        </w:rPr>
      </w:pPr>
      <w:r w:rsidRPr="000F52A4">
        <w:rPr>
          <w:sz w:val="24"/>
          <w:szCs w:val="24"/>
          <w:lang w:val="sr-Cyrl-CS"/>
        </w:rPr>
        <w:t xml:space="preserve">                                                                                                          </w:t>
      </w:r>
    </w:p>
    <w:p w:rsidR="00B66687" w:rsidRPr="000A754D" w:rsidRDefault="00B66687" w:rsidP="000652DB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7802B0">
        <w:rPr>
          <w:rFonts w:ascii="Arial" w:hAnsi="Arial" w:cs="Arial"/>
          <w:sz w:val="22"/>
          <w:szCs w:val="22"/>
          <w:lang w:val="sr-Cyrl-CS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  <w:lang w:val="sr-Cyrl-CS"/>
        </w:rPr>
        <w:t xml:space="preserve"> Ликвидациони у</w:t>
      </w:r>
      <w:r w:rsidRPr="007802B0">
        <w:rPr>
          <w:rFonts w:ascii="Arial" w:hAnsi="Arial" w:cs="Arial"/>
          <w:sz w:val="22"/>
          <w:szCs w:val="22"/>
          <w:lang w:val="sr-Cyrl-CS"/>
        </w:rPr>
        <w:t>правник</w:t>
      </w:r>
      <w:r w:rsidRPr="007802B0">
        <w:rPr>
          <w:rFonts w:ascii="Arial" w:hAnsi="Arial" w:cs="Arial"/>
          <w:sz w:val="22"/>
          <w:szCs w:val="22"/>
          <w:lang w:val="sr-Latn-CS"/>
        </w:rPr>
        <w:tab/>
      </w:r>
      <w:r w:rsidRPr="007802B0">
        <w:rPr>
          <w:rFonts w:ascii="Arial" w:hAnsi="Arial" w:cs="Arial"/>
          <w:sz w:val="22"/>
          <w:szCs w:val="22"/>
          <w:lang w:val="sr-Latn-CS"/>
        </w:rPr>
        <w:tab/>
      </w:r>
      <w:r w:rsidRPr="007802B0">
        <w:rPr>
          <w:rFonts w:ascii="Arial" w:hAnsi="Arial" w:cs="Arial"/>
          <w:sz w:val="22"/>
          <w:szCs w:val="22"/>
          <w:lang w:val="sr-Latn-CS"/>
        </w:rPr>
        <w:tab/>
      </w:r>
      <w:r w:rsidRPr="007802B0">
        <w:rPr>
          <w:rFonts w:ascii="Arial" w:hAnsi="Arial" w:cs="Arial"/>
          <w:sz w:val="22"/>
          <w:szCs w:val="22"/>
          <w:lang w:val="sr-Latn-CS"/>
        </w:rPr>
        <w:tab/>
      </w:r>
      <w:r w:rsidRPr="007802B0">
        <w:rPr>
          <w:rFonts w:ascii="Arial" w:hAnsi="Arial" w:cs="Arial"/>
          <w:sz w:val="22"/>
          <w:szCs w:val="22"/>
          <w:lang w:val="sr-Latn-CS"/>
        </w:rPr>
        <w:tab/>
      </w:r>
      <w:r w:rsidRPr="007802B0">
        <w:rPr>
          <w:rFonts w:ascii="Arial" w:hAnsi="Arial" w:cs="Arial"/>
          <w:sz w:val="22"/>
          <w:szCs w:val="22"/>
          <w:lang w:val="sr-Cyrl-CS"/>
        </w:rPr>
        <w:tab/>
      </w:r>
      <w:r w:rsidRPr="007802B0">
        <w:rPr>
          <w:rFonts w:ascii="Arial" w:hAnsi="Arial" w:cs="Arial"/>
          <w:sz w:val="22"/>
          <w:szCs w:val="22"/>
          <w:lang w:val="sr-Cyrl-CS"/>
        </w:rPr>
        <w:tab/>
      </w:r>
      <w:r w:rsidRPr="007802B0">
        <w:rPr>
          <w:rFonts w:ascii="Arial" w:hAnsi="Arial" w:cs="Arial"/>
          <w:sz w:val="22"/>
          <w:szCs w:val="22"/>
          <w:lang w:val="sr-Cyrl-CS"/>
        </w:rPr>
        <w:tab/>
        <w:t xml:space="preserve">        </w:t>
      </w:r>
      <w:r>
        <w:rPr>
          <w:rFonts w:ascii="Arial" w:hAnsi="Arial" w:cs="Arial"/>
          <w:sz w:val="22"/>
          <w:szCs w:val="22"/>
          <w:lang w:val="sr-Cyrl-CS"/>
        </w:rPr>
        <w:t xml:space="preserve">      Новица Станисављевић</w:t>
      </w:r>
    </w:p>
    <w:p w:rsidR="00B66687" w:rsidRDefault="00B66687">
      <w:pPr>
        <w:rPr>
          <w:rFonts w:ascii="Arial" w:hAnsi="Arial" w:cs="Arial"/>
          <w:lang w:val="sr-Latn-CS"/>
        </w:rPr>
      </w:pPr>
      <w:r>
        <w:rPr>
          <w:lang w:val="sr-Latn-CS"/>
        </w:rPr>
        <w:br w:type="page"/>
      </w:r>
    </w:p>
    <w:tbl>
      <w:tblPr>
        <w:tblW w:w="9040" w:type="dxa"/>
        <w:tblInd w:w="93" w:type="dxa"/>
        <w:tblLook w:val="00A0"/>
      </w:tblPr>
      <w:tblGrid>
        <w:gridCol w:w="545"/>
        <w:gridCol w:w="2581"/>
        <w:gridCol w:w="1362"/>
        <w:gridCol w:w="1164"/>
        <w:gridCol w:w="1263"/>
        <w:gridCol w:w="1362"/>
        <w:gridCol w:w="961"/>
      </w:tblGrid>
      <w:tr w:rsidR="00B66687" w:rsidRPr="00F547EB" w:rsidTr="00B32E68">
        <w:trPr>
          <w:trHeight w:val="360"/>
        </w:trPr>
        <w:tc>
          <w:tcPr>
            <w:tcW w:w="90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</w:rPr>
            </w:pPr>
            <w:r w:rsidRPr="00F547EB">
              <w:rPr>
                <w:rFonts w:ascii="Arial" w:hAnsi="Arial" w:cs="Arial"/>
                <w:color w:val="000000"/>
              </w:rPr>
              <w:t>1) Листу пријављењих потраживања</w:t>
            </w:r>
          </w:p>
        </w:tc>
      </w:tr>
      <w:tr w:rsidR="00B66687" w:rsidRPr="00F547EB" w:rsidTr="00B32E68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66687" w:rsidRPr="00F547EB" w:rsidTr="00B32E68">
        <w:trPr>
          <w:trHeight w:val="60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547EB">
              <w:rPr>
                <w:rFonts w:ascii="Arial" w:hAnsi="Arial" w:cs="Arial"/>
                <w:color w:val="000000"/>
                <w:sz w:val="14"/>
                <w:szCs w:val="14"/>
              </w:rPr>
              <w:t>Назив повериоца</w:t>
            </w:r>
          </w:p>
        </w:tc>
        <w:tc>
          <w:tcPr>
            <w:tcW w:w="59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Пријављено потраживање</w:t>
            </w:r>
          </w:p>
        </w:tc>
      </w:tr>
      <w:tr w:rsidR="00B66687" w:rsidRPr="00F547EB" w:rsidTr="00B32E68">
        <w:trPr>
          <w:trHeight w:val="9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Главни дуг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Камата на главни дуг до 13.02.2017 год.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Укупна обавеза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Напомена</w:t>
            </w:r>
          </w:p>
        </w:tc>
      </w:tr>
      <w:tr w:rsidR="00B66687" w:rsidRPr="00F547EB" w:rsidTr="00B32E68">
        <w:trPr>
          <w:trHeight w:val="8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Стоиљковић  Драган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ул.Омладинских бригада 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1.574.233,60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233.769,00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1.808.002,60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Цветковић Зоран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ул.Горња Рашка бб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977.590,80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145.825,00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1.123.415,80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10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Стоиљковић  Душан, Стоиљковић Васа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Криве Феје,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Стајић Јулка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Фаркаждина/Зрењанин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3.060.307,00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433.944,00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3.494.251,00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16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Стоиљковић Златко,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Врања,ул.Рашка 29,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Стоиљковић Новица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из Врања,ул.Рашка 29,  и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Стоиљковић Зоран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ул.П.Бригада 1/13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754.041,60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268.300,00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1.022.341,60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Додић Ненад 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ул.Горана Ковачића 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306.097,01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195.252,00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501.349,01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Момчиловић Зоран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 Криве Феје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859.712,00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139.790,00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999.502,00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Цветковић Драган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ул.Првобораца 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976.888,80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83.785,00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1.060.673,80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8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Приватна трговинска радња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''SMS PAK''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Блаца, ул.Браће Вељковића 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135.903,90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135.903,90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АД за осигурање'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'Триглав осигурање''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Београда, ул.Милутина Миланковића 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274.552,00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17.553,00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292.105,00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Небојша Станковић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Ниша, ул.Обреновићева 36/4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СППР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''Митић''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Слободан Митић ПР, из Ристовца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51.480,00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51.480,00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НИП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''Образовни информатор''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Београда, Цара Лазара 5А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16.900,00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16.900,00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ЈП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''Нови Дом''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К.С.Првовенчаног 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598,69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4.198,69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'Powerlife'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'ДОО из Врања, ул.Змај Јовина 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74.500,00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74.500,00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Aуто центар Далибор Илић ПР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ул.Димитрије Станковића 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''Код Граде''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ДОО из Врња,ул.Бунушевачка бб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20.132,00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20.132,00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'4EBSM''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Врања,ул.Мирка Сотировића 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'Писар''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ДОО из Врња, ул.Немањина 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248.766,60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248.766,60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ЈКП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''Комрад''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из Врања,ул.Симе Погачаревића 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94.226,57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94.226,57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ТУР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БПМ спорт Никола Обрадовић ПР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Бруса, ул.Жиљци бб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'N-sistem''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ул.Грачаничка 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Рудник олова и цинка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''Грот''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Криве Феје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176.362,00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2.577,00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178.939,00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Саша Стошић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ул.Трг братства и јединнства Ц1/23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103.429,00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103.429,00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УР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''Сувенир Божиловић''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ул.Јужноморавска 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8.780,00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8.780,00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Верица Анђелковић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Трговишта,ул.Владимира Вујовића 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'Pint elektronik''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ДОО из Врања, ул.Есперанто 12-2/20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5.295,00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5.295,00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Кик бокс клуб ''Врање''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Врања,ул.Брегалничка 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174.642,86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174.642,86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9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'Amico''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ДОО из Врања, ул.Светозара Марковића 2а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45.122,40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45.122,40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8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''Rejting''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ДОО из Ниша,ул.Гаврила Принциа 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5.704,20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5.704,20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''Bioprodukt''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ДОО из Врања, ул.Ситничка 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22.027,20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22.027,20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5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Станојевић Ивица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Бујковца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146.143,00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146.143,00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8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Здравствени центар Врање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из Врања, ул.Ј.Ј.Лунге бб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28.500,00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28.500,00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Радња за извођње грађевинских радова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''Вукос 85''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ул.Радослав Јовића 1а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Грнчарија Стошић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ул.Радослава Јовића 8/а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25.880,00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25.880,00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4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Јовановић Светлана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Бујковца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750.000,00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8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ЈП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''Пошта Србије'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' из Београда, РРЈ ''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Врање, Лесковац Прокупље, Пиро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т'' ул.С.Првовенчаног 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66.409,11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6.237,31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2.814,14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75.460,56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СЗР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''Ватросервис''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ул.Партизански пут 388/а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49.305,00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49.305,00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4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'Станковић''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ДООиз Врања, ул.Партизански пут 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21.312,15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21.312,15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Михајловић Славиша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ул.Јована Хаџивасиљевића  2/4/12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4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Илић Игор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 Партизански пут 4/12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'Beta food'' ДОО из Врања,ул.Видоја Смилевског 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4.366,00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4.366,00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''Врањске''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ДОО из Врања, ул. С.Првовенчаног 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52.456,00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52.456,00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3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Компанија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''Дунав осигурање''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АДО из Београда,ул.Жикице Јовановића Шпанца 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111.896,79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111.896,79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4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'Студио МАД''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Београда, ул.Тимочка 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34.608,00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34.608,00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PeraРадња за вађење песка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''ПЕРА''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ПР Петар Николић из Врања, ул.Пролетерских бригада 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202.800,00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202.800,00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'On line net''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ДОО из Врања,ул.Незнаног јунака 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391.060,00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391.060,00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'Ветеринарска станица ''Врање''ДОО из Врања, ул.Маричка 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4.912,00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4.912,00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'Вунид'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'ДОО из Врања, ул.Народног Фронта 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787.732,01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787.732,01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8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Станојковић Биљана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Врањске Бање, ул.Насеље Гуштери 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Анђелковић Душан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Врања,ул.Трг Братства и јединства 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Цветковић Милош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Криве Феје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291.150,00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291.150,00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Цветковић Дејан из Криве Феје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291.150,00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291.150,00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ПТ'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'Телеком Србија''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АД из Београда, ул.Таковска 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422.634,99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4.286,07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426.921,06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8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'Кнез петрол''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ДОО из Београда, ул.Царице Јелене 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322.352,00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322.352,00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8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ЈП '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'Електропривреда Србије''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Београда, ул. Царице Милице2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740.641,39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740.641,39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'Машинопромет''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ДОО из Врања, ул.Радничка бб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8.574,00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8.574,00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Стоиљковић Драган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ул.Омладинских бригада 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1.574.233,60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1.574.233,60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547EB">
              <w:rPr>
                <w:rFonts w:ascii="Calibri" w:hAnsi="Calibri" w:cs="Calibri"/>
                <w:sz w:val="20"/>
                <w:szCs w:val="20"/>
              </w:rPr>
              <w:t>Дупла  пријава</w:t>
            </w:r>
          </w:p>
        </w:tc>
      </w:tr>
      <w:tr w:rsidR="00B66687" w:rsidRPr="00F547EB" w:rsidTr="00B32E68">
        <w:trPr>
          <w:trHeight w:val="6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Цветковић Драган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ул.Првобораца 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976.888,80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976.888,80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547EB">
              <w:rPr>
                <w:rFonts w:ascii="Calibri" w:hAnsi="Calibri" w:cs="Calibri"/>
                <w:sz w:val="20"/>
                <w:szCs w:val="20"/>
              </w:rPr>
              <w:t>Дупла  пријава</w:t>
            </w:r>
          </w:p>
        </w:tc>
      </w:tr>
      <w:tr w:rsidR="00B66687" w:rsidRPr="00F547EB" w:rsidTr="00B32E68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Цветковић Зоран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ул.Горња Рашка бб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977.590,80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977.590,80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547EB">
              <w:rPr>
                <w:rFonts w:ascii="Calibri" w:hAnsi="Calibri" w:cs="Calibri"/>
                <w:sz w:val="20"/>
                <w:szCs w:val="20"/>
              </w:rPr>
              <w:t>Дупла  пријава</w:t>
            </w:r>
          </w:p>
        </w:tc>
      </w:tr>
      <w:tr w:rsidR="00B66687" w:rsidRPr="00F547EB" w:rsidTr="00B32E68">
        <w:trPr>
          <w:trHeight w:val="7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''Алтастел''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ДОО из Врања, ул.С.Стевановића 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78.860,00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78.860,00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''СИ &amp; БО Комерц''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ДОО из Врања,ул.Драга Малевића 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1.305.750,27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1.305.750,27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'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'Пеликан'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'ДОО из Врања,ул.солунска 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147.955,00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147.955,00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''Logik''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ДОО из Ниша, ул.Византијски булевар 80а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8.184,00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8.184,00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''Томић Транс'' Дејан Томић ПР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Стубла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594.900,00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594.900,00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АД''Алатница''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Бујановца, ул.Боре Станковића 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1.148.000,00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387.326,59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62.709,00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1.598.035,59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Тасић Горан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   ул.4 Јули 49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15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Стоиљковић Златко,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Врања,ул.Рашка 29,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Стоиљковић Новица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из Врања,ул.Рашка 29,  и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Стоиљковић Зоран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ул.П.Бригада 1/13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754.041,60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268.300,00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1.022.341,60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547EB">
              <w:rPr>
                <w:rFonts w:ascii="Calibri" w:hAnsi="Calibri" w:cs="Calibri"/>
                <w:sz w:val="20"/>
                <w:szCs w:val="20"/>
              </w:rPr>
              <w:t>Дупла  пријава</w:t>
            </w:r>
          </w:p>
        </w:tc>
      </w:tr>
      <w:tr w:rsidR="00B66687" w:rsidRPr="00F547EB" w:rsidTr="00B32E68">
        <w:trPr>
          <w:trHeight w:val="10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Стоиљковић Дашан, Стоиљковић Васа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Криве Феје,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Стајић Јулка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Фаркаждина/Зрењанин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3.060.307,00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433.944,00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3.494.251,00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547EB">
              <w:rPr>
                <w:rFonts w:ascii="Calibri" w:hAnsi="Calibri" w:cs="Calibri"/>
                <w:sz w:val="20"/>
                <w:szCs w:val="20"/>
              </w:rPr>
              <w:t>Дупла  пријава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Момчиловић Зоран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 Криве Феје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859.712,00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139.790,00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999.502,00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547EB">
              <w:rPr>
                <w:rFonts w:ascii="Calibri" w:hAnsi="Calibri" w:cs="Calibri"/>
                <w:sz w:val="20"/>
                <w:szCs w:val="20"/>
              </w:rPr>
              <w:t>Дупла  пријава</w:t>
            </w:r>
          </w:p>
        </w:tc>
      </w:tr>
      <w:tr w:rsidR="00B66687" w:rsidRPr="00F547EB" w:rsidTr="00B32E68">
        <w:trPr>
          <w:trHeight w:val="9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Снежана  Живковић Златковић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Лесковца, ул.Маре Ђорђевић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ПР ''Датон'' сервис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ул.К.С.Првовенчаног бб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5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Богдановић Небојша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Врањске Бање, ул.Доситејева 4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''Стојменовић'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' ДОО из Врања,ул.ЈОвана Хаџивасиљевића 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202.411,20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202.411,20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3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''Мај трговина'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'ДОО из Врања, ул.Блаже Јовановића  бб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269.224,89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269.224,89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Стојковић Славко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изс.Сикирје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Систем ФПС обезбеђење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Београда, ул.Патријарха Јоаникија 2a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72.576,00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72.576,00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Станојковић Данијела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ул.Будислава Шошкића  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556.257,49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556.257,49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Тасић Томислав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Врања,ул.Цара Лазара 22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172.550,00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172.550,00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Тахири Омер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ул.Пржарска 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213.186,88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213.186,88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Недељковић Јелена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ул.Партизански пут 388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186.695,06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186.695,06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Манић Дејан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ул.Таковска 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456.694,62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456.694,62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Ташковић Јасмина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ул.Сутјескина 14/3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176.712,28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176.712,28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Милановић Катарина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ул.Ратника 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167.554,29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167.554,29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Стоиљковић Саша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ул.Пролетерских бригада 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159.530,28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159.530,28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Арсић Небојша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Шуматовачка 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359.898,91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359.898,91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Петковић Бобан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ул.Предрага Девеџића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315.686,54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315.686,54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''ВР НЕТ'' Зоран Радуловић ПР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ул.Трг братства и јединства 29/2-4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7.380,00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7.380,00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Јовановић Драган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ул.Иве Андрића 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43.540,00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43.540,00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ПТР Иван-Р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ул.Меше Селимовића 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Термо - монт Предраг Анђелковић ПР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ул.Матије Гупца 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30.750,00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30.750,00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''IV soft''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ул.К.С.Првовенчаног 103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'EКO''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ДОО из Ћуприје, ул.Бошка Стојановића 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25.200,00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25.200,00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5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'TВ инфо плус''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ДОО из Врања, ул.Маричка 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Арсић Небојша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Шуматовачка 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388.316,20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388.316,20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Тасић Миомир из Врања, ул.Јадранска 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506.875,00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506.875,00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'Шампион - Л'' Игоор Илић ПРиз Врања, ул.Пере Мачкатовца 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Сервис аутоелектрике ''Реглер'' Жељко Јакимовић ПР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ул.Ситничка 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30.500,00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30.500,00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ЈП ''Водовод''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ул.Београдска 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32.223,59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32.223,59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8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Стошић Александар из Врања,ул.Мирка Сотировића 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47E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17.300,00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27.300,00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9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Тахири Омер из Врања, ул.Пржареска 16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65.853,80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65.853,80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5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Недељковић Јелена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ул.Партизански пут 388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69.019,00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69.019,00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Манић Дејан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ул.Таковска 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74.564,25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74.564,25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Ташковић Јасмина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ул.Сутјескина 14/3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83.178,40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83.178,40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Милановић Катарина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ул.Ратника 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69.342,20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69.342,20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Стоиљковић Саша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ул.Пролетерских бригада 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67.311,40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67.311,40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Арсић Небојша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Шуматовачка 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69.808,20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69.808,20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Петковић Бобан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ул.Предрага Девеџића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92.614,68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92.614,68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Станојковић Данијела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ул.Будислава Шошкића  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69.940,20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69.940,20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Младеновић Бобан из Врања, ул.Брегалничка 13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119.709,91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70.865,83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190.575,74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Анђелковић Душан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Врања,ул.Трг Братства и јединства 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54.331,93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67.518,40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121.850,33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Цветковић Милош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Криве Феје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66.669,40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66.669,40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Цветковић Дејан из Криве Феје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68.790,40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68.790,40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Трајковић Горан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ул.Устаничка 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54.663,21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69.411,40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124.074,61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Цветковић Игор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ул.Томе Младеновића 22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54.933,14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69.400,40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124.333,54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Поповић Далибор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ул.Задарска 22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53.183,59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69.376,40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122.559,99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Милановић Братислав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ул.Трг Братства и једенства  25/14/3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58.281,61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67.956,60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126.238,21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Величковић Весна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с.Тибужде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53.253,57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67.327,40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120.580,97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Станимировић Новица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ул.Рашка 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55.167,00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67.416,40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122.583,40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Милићевић Ивана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ул.Партизански пут  5/12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92.876,18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69.646,20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162.522,38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Раденковић Данијела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ул.Иве Андрића 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52.269,00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7.714,00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59.983,00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Тасић Ивана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ул.Иве Андрића 21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77.622,78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10.072,00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87.694,78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8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Стојменовић Марина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ул.Јована Хаџивасиљевића 21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19.239,00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17.358,80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36.597,80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Максић Братислав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ул.Стамена Јовановића 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39.688,00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34.732,60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74.420,60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Јовановић Сузана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Иве Андрића 20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37.147,00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34.697,60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71.844,60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Ристић Небојша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ул.Октобарске револуције 33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48.178,00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34.812,60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82.990,60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Грујев Биљана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ул.Старог Вујадина 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42.274,00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34.767,60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77.041,60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47EB">
              <w:rPr>
                <w:rFonts w:ascii="Arial" w:hAnsi="Arial" w:cs="Arial"/>
                <w:color w:val="000000"/>
                <w:sz w:val="18"/>
                <w:szCs w:val="18"/>
              </w:rPr>
              <w:t>Пореска управа (Станојковић Данијела)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52.405,00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52.405,00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B66687" w:rsidRPr="00F547EB" w:rsidTr="00B32E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47EB">
              <w:rPr>
                <w:rFonts w:ascii="Arial" w:hAnsi="Arial" w:cs="Arial"/>
                <w:color w:val="000000"/>
                <w:sz w:val="18"/>
                <w:szCs w:val="18"/>
              </w:rPr>
              <w:t>Пореска управа (Станојевић Ивица)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97.854,00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97.854,00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66687" w:rsidRPr="00F547EB" w:rsidTr="00B32E68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47EB">
              <w:rPr>
                <w:rFonts w:ascii="Arial" w:hAnsi="Arial" w:cs="Arial"/>
                <w:color w:val="000000"/>
                <w:sz w:val="18"/>
                <w:szCs w:val="18"/>
              </w:rPr>
              <w:t>Пореска управа (Михајловић Славиша)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5.357,00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5.357,00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66687" w:rsidRPr="00F547EB" w:rsidTr="00B32E68">
        <w:trPr>
          <w:trHeight w:val="5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47EB">
              <w:rPr>
                <w:rFonts w:ascii="Arial" w:hAnsi="Arial" w:cs="Arial"/>
                <w:color w:val="000000"/>
                <w:sz w:val="18"/>
                <w:szCs w:val="18"/>
              </w:rPr>
              <w:t>Пореска управа (Илић Игор)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8.035,00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8.035,00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66687" w:rsidRPr="00F547EB" w:rsidTr="00B32E68">
        <w:trPr>
          <w:trHeight w:val="6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47EB">
              <w:rPr>
                <w:rFonts w:ascii="Arial" w:hAnsi="Arial" w:cs="Arial"/>
                <w:color w:val="000000"/>
                <w:sz w:val="18"/>
                <w:szCs w:val="18"/>
              </w:rPr>
              <w:t>Пореска управа (Саша Стошић)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69.253,00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69.253,00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66687" w:rsidRPr="00F547EB" w:rsidTr="00B32E6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47EB">
              <w:rPr>
                <w:rFonts w:ascii="Arial" w:hAnsi="Arial" w:cs="Arial"/>
                <w:color w:val="000000"/>
                <w:sz w:val="18"/>
                <w:szCs w:val="18"/>
              </w:rPr>
              <w:t>Пореска управа (Богдановић Небојша)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24.706,00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24.706,00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66687" w:rsidRPr="00F547EB" w:rsidTr="00B32E68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47E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33.006.341,20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418.578,66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4.338.238,30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37.763.158,16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B66687" w:rsidRDefault="00B66687" w:rsidP="003F5267"/>
    <w:p w:rsidR="00B66687" w:rsidRDefault="00B66687" w:rsidP="003F5267">
      <w:r>
        <w:br w:type="page"/>
      </w:r>
    </w:p>
    <w:tbl>
      <w:tblPr>
        <w:tblW w:w="8640" w:type="dxa"/>
        <w:tblInd w:w="93" w:type="dxa"/>
        <w:tblLook w:val="00A0"/>
      </w:tblPr>
      <w:tblGrid>
        <w:gridCol w:w="580"/>
        <w:gridCol w:w="780"/>
        <w:gridCol w:w="2640"/>
        <w:gridCol w:w="1381"/>
        <w:gridCol w:w="1140"/>
        <w:gridCol w:w="1140"/>
        <w:gridCol w:w="1381"/>
      </w:tblGrid>
      <w:tr w:rsidR="00B66687" w:rsidRPr="00F547EB" w:rsidTr="00B32E68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6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</w:rPr>
            </w:pPr>
            <w:r w:rsidRPr="00F547EB">
              <w:rPr>
                <w:rFonts w:ascii="Arial" w:hAnsi="Arial" w:cs="Arial"/>
                <w:color w:val="000000"/>
              </w:rPr>
              <w:t>2) Листу признатих потраживања</w:t>
            </w:r>
          </w:p>
        </w:tc>
      </w:tr>
      <w:tr w:rsidR="00B66687" w:rsidRPr="00F547EB" w:rsidTr="00B32E6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B66687" w:rsidRPr="00F547EB" w:rsidTr="00B32E68">
        <w:trPr>
          <w:trHeight w:val="6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Ред. бр.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Ред. број пријаве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547EB">
              <w:rPr>
                <w:rFonts w:ascii="Arial" w:hAnsi="Arial" w:cs="Arial"/>
                <w:color w:val="000000"/>
                <w:sz w:val="14"/>
                <w:szCs w:val="14"/>
              </w:rPr>
              <w:t>Назив повериоца</w:t>
            </w:r>
          </w:p>
        </w:tc>
        <w:tc>
          <w:tcPr>
            <w:tcW w:w="482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Признато потраживање</w:t>
            </w:r>
          </w:p>
        </w:tc>
      </w:tr>
      <w:tr w:rsidR="00B66687" w:rsidRPr="00F547EB" w:rsidTr="00B32E68">
        <w:trPr>
          <w:trHeight w:val="9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Главни дуг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Камата на главни дуг до 13.02.2017 год.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Укупна обавеза</w:t>
            </w:r>
          </w:p>
        </w:tc>
      </w:tr>
      <w:tr w:rsidR="00B66687" w:rsidRPr="00F547EB" w:rsidTr="00B32E68">
        <w:trPr>
          <w:trHeight w:val="9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Приватна трговинска радња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''SMS PAK''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Блаца, ул.Браће Вељковића 5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135.903,90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135.903,90</w:t>
            </w:r>
          </w:p>
        </w:tc>
      </w:tr>
      <w:tr w:rsidR="00B66687" w:rsidRPr="00F547EB" w:rsidTr="00B32E68">
        <w:trPr>
          <w:trHeight w:val="9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АД за осигурање'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'Триглав осигурање''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Београда, ул.Милутина Миланковића 7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274.552,00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17.553,00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292.105,00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Небојша Станковић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Ниша, ул.Обреновићева 36/4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72.000,00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СППР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''Митић''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Слободан Митић ПР, из Ристовца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51.480,00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51.480,00</w:t>
            </w:r>
          </w:p>
        </w:tc>
      </w:tr>
      <w:tr w:rsidR="00B66687" w:rsidRPr="00F547EB" w:rsidTr="00B32E68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НИП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''Образовни информатор''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Београда, Цара Лазара 5А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16.900,00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16.900,00</w:t>
            </w:r>
          </w:p>
        </w:tc>
      </w:tr>
      <w:tr w:rsidR="00B66687" w:rsidRPr="00F547EB" w:rsidTr="00B32E68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ЈП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''Нови Дом''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К.С.Првовенчаног 99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598,69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4.198,69</w:t>
            </w:r>
          </w:p>
        </w:tc>
      </w:tr>
      <w:tr w:rsidR="00B66687" w:rsidRPr="00F547EB" w:rsidTr="00B32E68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'Powerlife'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'ДОО из Врања, ул.Змај Јовина 14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74.500,00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74.500,00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Aуто центар Далибор Илић ПР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ул.Димитрије Станковића 26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15.000,00</w:t>
            </w:r>
          </w:p>
        </w:tc>
      </w:tr>
      <w:tr w:rsidR="00B66687" w:rsidRPr="00F547EB" w:rsidTr="00B32E68">
        <w:trPr>
          <w:trHeight w:val="6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''Код Граде''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ДОО из Врња,ул.Бунушевачка бб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20.132,00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20.132,00</w:t>
            </w:r>
          </w:p>
        </w:tc>
      </w:tr>
      <w:tr w:rsidR="00B66687" w:rsidRPr="00F547EB" w:rsidTr="00B32E68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'4EBSM''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Врања,ул.Мирка Сотировића 32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20.000,00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'Писар''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ДОО из Врња, ул.Немањина 27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214.548,55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214.548,55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ЈКП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''Комрад''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из Врања,ул.Симе Погачаревића 97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77.303,49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77.303,49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ТУР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БПМ спорт Никола Обрадовић ПР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Бруса, ул.Жиљци бб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250.000,00</w:t>
            </w:r>
          </w:p>
        </w:tc>
      </w:tr>
      <w:tr w:rsidR="00B66687" w:rsidRPr="00F547EB" w:rsidTr="00B32E68">
        <w:trPr>
          <w:trHeight w:val="6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'N-sistem''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ул.Грачаничка 39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15.000,00</w:t>
            </w:r>
          </w:p>
        </w:tc>
      </w:tr>
      <w:tr w:rsidR="00B66687" w:rsidRPr="00F547EB" w:rsidTr="00B32E68">
        <w:trPr>
          <w:trHeight w:val="5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Рудник олова и цинка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''Грот''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Криве Феје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176.362,00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2.577,00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178.939,00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Саша Стошић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ул.Трг братства и јединнства Ц1/23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103.429,00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103.429,00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УР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''Сувенир Божиловић''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ул.Јужноморавска 31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8.780,00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8.780,00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Верица Анђелковић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Трговишта,ул.Владимира Вујовића 12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36.000,00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'Pint elektronik''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ДОО из Врања, ул.Есперанто 12-2/20 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5.295,00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5.295,00</w:t>
            </w:r>
          </w:p>
        </w:tc>
      </w:tr>
      <w:tr w:rsidR="00B66687" w:rsidRPr="00F547EB" w:rsidTr="00B32E68">
        <w:trPr>
          <w:trHeight w:val="6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Кик бокс клуб ''Врање''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Врања,ул.Брегалничка 13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174.642,86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174.642,86</w:t>
            </w:r>
          </w:p>
        </w:tc>
      </w:tr>
      <w:tr w:rsidR="00B66687" w:rsidRPr="00F547EB" w:rsidTr="00B32E68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'Amico''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ДОО из Врања, ул.Светозара Марковића 2а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45.122,40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45.122,40</w:t>
            </w:r>
          </w:p>
        </w:tc>
      </w:tr>
      <w:tr w:rsidR="00B66687" w:rsidRPr="00F547EB" w:rsidTr="00B32E68">
        <w:trPr>
          <w:trHeight w:val="6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''Rejting''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ДОО из Ниша,ул.Гаврила Принциа 10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5.704,20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5.704,20</w:t>
            </w:r>
          </w:p>
        </w:tc>
      </w:tr>
      <w:tr w:rsidR="00B66687" w:rsidRPr="00F547EB" w:rsidTr="00B32E68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''Bioprodukt''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ДОО из Врања, ул.Ситничка 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22.027,20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22.027,20</w:t>
            </w:r>
          </w:p>
        </w:tc>
      </w:tr>
      <w:tr w:rsidR="00B66687" w:rsidRPr="00F547EB" w:rsidTr="00B32E68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Станојевић Ивица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Бујковца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146.143,00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146.143,00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Радња за извођње грађевинских радова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''Вукос 85''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ул.Радослав Јовића 1а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40.000,00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Грнчарија Стошић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ул.Радослава Јовића 8/а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25.880,00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25.880,00</w:t>
            </w:r>
          </w:p>
        </w:tc>
      </w:tr>
      <w:tr w:rsidR="00B66687" w:rsidRPr="00F547EB" w:rsidTr="00B32E68">
        <w:trPr>
          <w:trHeight w:val="10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ЈП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''Пошта Србије'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' из Београда, РРЈ ''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Врање, Лесковац Прокупље, Пиро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т'' ул.С.Првовенчаног 49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66.409,11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6.237,31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72.646,42</w:t>
            </w:r>
          </w:p>
        </w:tc>
      </w:tr>
      <w:tr w:rsidR="00B66687" w:rsidRPr="00F547EB" w:rsidTr="00B32E68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СЗР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''Ватросервис''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ул.Партизански пут 388/а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49.305,00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49.305,00</w:t>
            </w:r>
          </w:p>
        </w:tc>
      </w:tr>
      <w:tr w:rsidR="00B66687" w:rsidRPr="00F547EB" w:rsidTr="00B32E68">
        <w:trPr>
          <w:trHeight w:val="64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'Станковић''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ДООиз Врања, ул.Партизански пут 22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21.312,15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21.312,15</w:t>
            </w:r>
          </w:p>
        </w:tc>
      </w:tr>
      <w:tr w:rsidR="00B66687" w:rsidRPr="00F547EB" w:rsidTr="00B32E68">
        <w:trPr>
          <w:trHeight w:val="8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Михајловић Славиша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ул.Јована Хаџивасиљевића  2/4/12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8.000,00</w:t>
            </w:r>
          </w:p>
        </w:tc>
      </w:tr>
      <w:tr w:rsidR="00B66687" w:rsidRPr="00F547EB" w:rsidTr="00B32E68">
        <w:trPr>
          <w:trHeight w:val="64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Илић Игор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 Партизански пут 4/12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12.000,00</w:t>
            </w:r>
          </w:p>
        </w:tc>
      </w:tr>
      <w:tr w:rsidR="00B66687" w:rsidRPr="00F547EB" w:rsidTr="00B32E68">
        <w:trPr>
          <w:trHeight w:val="6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''Врањске''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ДОО из Врања, ул. С.Првовенчаног 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52.456,00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52.456,00</w:t>
            </w:r>
          </w:p>
        </w:tc>
      </w:tr>
      <w:tr w:rsidR="00B66687" w:rsidRPr="00F547EB" w:rsidTr="00B32E68">
        <w:trPr>
          <w:trHeight w:val="64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Компанија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''Дунав осигурање''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АДО из Београда,ул.Жикице Јовановића Шпанца 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111.896,79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111.896,79</w:t>
            </w:r>
          </w:p>
        </w:tc>
      </w:tr>
      <w:tr w:rsidR="00B66687" w:rsidRPr="00F547EB" w:rsidTr="00B32E68">
        <w:trPr>
          <w:trHeight w:val="64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'Студио МАД''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Београда, ул.Тимочка 8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34.608,00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34.608,00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PeraРадња за вађење песка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''ПЕРА''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ПР Петар Николић из Врања, ул.Пролетерских бригада 16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202.800,00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202.800,00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'On line net''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ДОО из Врања,ул.Незнаног јунака 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391.060,00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391.060,00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'Ветеринарска станица ''Врање''ДОО из Врања, ул.Маричка 19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4.912,00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4.912,00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'Вунид'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'ДОО из Врања, ул.Народног Фронта 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787.732,01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787.732,01</w:t>
            </w:r>
          </w:p>
        </w:tc>
      </w:tr>
      <w:tr w:rsidR="00B66687" w:rsidRPr="00F547EB" w:rsidTr="00B32E68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Станојковић Биљана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Врањске Бање, ул.Насеље Гуштери 13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30.000,00</w:t>
            </w:r>
          </w:p>
        </w:tc>
      </w:tr>
      <w:tr w:rsidR="00B66687" w:rsidRPr="00F547EB" w:rsidTr="00B32E68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Анђелковић Душан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Врања,ул.Трг Братства и јединства 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16.356,94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16.356,94</w:t>
            </w:r>
          </w:p>
        </w:tc>
      </w:tr>
      <w:tr w:rsidR="00B66687" w:rsidRPr="00F547EB" w:rsidTr="00B32E68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Цветковић Милош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Криве Феје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101.381,59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101.381,59</w:t>
            </w:r>
          </w:p>
        </w:tc>
      </w:tr>
      <w:tr w:rsidR="00B66687" w:rsidRPr="00F547EB" w:rsidTr="00B32E68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Цветковић Дејан из Криве Феје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106.652,99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106.652,99</w:t>
            </w:r>
          </w:p>
        </w:tc>
      </w:tr>
      <w:tr w:rsidR="00B66687" w:rsidRPr="00F547EB" w:rsidTr="00B32E68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ПТ'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'Телеком Србија''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АД из Београда, ул.Таковска 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422.634,99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4.286,07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426.921,06</w:t>
            </w:r>
          </w:p>
        </w:tc>
      </w:tr>
      <w:tr w:rsidR="00B66687" w:rsidRPr="00F547EB" w:rsidTr="00B32E68">
        <w:trPr>
          <w:trHeight w:val="8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'Кнез петрол''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ДОО из Београда, ул.Царице Јелене 28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322.352,00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322.352,00</w:t>
            </w:r>
          </w:p>
        </w:tc>
      </w:tr>
      <w:tr w:rsidR="00B66687" w:rsidRPr="00F547EB" w:rsidTr="00B32E68">
        <w:trPr>
          <w:trHeight w:val="8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ЈП '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'Електропривреда Србије''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Београда, ул. Царице Милице2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740.641,39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740.641,39</w:t>
            </w:r>
          </w:p>
        </w:tc>
      </w:tr>
      <w:tr w:rsidR="00B66687" w:rsidRPr="00F547EB" w:rsidTr="00B32E68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'Машинопромет''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ДОО из Врања, ул.Радничка бб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8.574,00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8.574,00</w:t>
            </w:r>
          </w:p>
        </w:tc>
      </w:tr>
      <w:tr w:rsidR="00B66687" w:rsidRPr="00F547EB" w:rsidTr="00B32E68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''Алтастел''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ДОО из Врања, ул.С.Стевановића 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71.750,00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71.750,00</w:t>
            </w:r>
          </w:p>
        </w:tc>
      </w:tr>
      <w:tr w:rsidR="00B66687" w:rsidRPr="00F547EB" w:rsidTr="00B32E68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''СИ &amp; БО Комерц''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ДОО из Врања,ул.Драга Малевића 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1.305.750,27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1.305.750,27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'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'Пеликан'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'ДОО из Врања,ул.солунска 33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107.450,00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107.450,00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''Logik''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ДОО из Ниша, ул.Византијски булевар 80а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8.184,00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8.184,00</w:t>
            </w:r>
          </w:p>
        </w:tc>
      </w:tr>
      <w:tr w:rsidR="00B66687" w:rsidRPr="00F547EB" w:rsidTr="00B32E68">
        <w:trPr>
          <w:trHeight w:val="6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''Томић Транс'' Дејан Томић ПР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Стубла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594.900,00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594.900,00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АД''Алатница''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Бујановца, ул.Боре Станковића 9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1.148.000,00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387.326,59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62.709,00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1.598.035,59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Снежана  Живковић Златковић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Лесковца, ул.Маре Ђорђевић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3.000,00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ПР ''Датон'' сервис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ул.К.С.Првовенчаног бб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90.000,00</w:t>
            </w:r>
          </w:p>
        </w:tc>
      </w:tr>
      <w:tr w:rsidR="00B66687" w:rsidRPr="00F547EB" w:rsidTr="00B32E68">
        <w:trPr>
          <w:trHeight w:val="5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Богдановић Небојша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Врањске Бање, ул.Доситејева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140.000,00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''Стојменовић'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' ДОО из Врања,ул.ЈОвана Хаџивасиљевића 21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202.411,20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202.411,20</w:t>
            </w:r>
          </w:p>
        </w:tc>
      </w:tr>
      <w:tr w:rsidR="00B66687" w:rsidRPr="00F547EB" w:rsidTr="00B32E68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''Мај трговина'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'ДОО из Врања, ул.Блаже Јовановића  бб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269.224,89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269.224,89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Стојковић Славко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изс.Сикирје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28.000,00</w:t>
            </w:r>
          </w:p>
        </w:tc>
      </w:tr>
      <w:tr w:rsidR="00B66687" w:rsidRPr="00F547EB" w:rsidTr="00B32E68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Систем ФПС обезбеђење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Београда, ул.Патријарха Јоаникија 2a 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72.576,00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72.576,00</w:t>
            </w:r>
          </w:p>
        </w:tc>
      </w:tr>
      <w:tr w:rsidR="00B66687" w:rsidRPr="00F547EB" w:rsidTr="00B32E68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Станојковић Данијела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ул.Будислава Шошкића  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305.384,31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305.384,31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Тахири Омер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ул.Пржарска 16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147.827,11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147.827,11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Недељковић Јелена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ул.Партизански пут 388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136.629,48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136.629,48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Манић Дејан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ул.Таковска 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271.460,54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271.460,54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Ташковић Јасмина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ул.Сутјескина 14/3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138.799,15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138.799,15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Милановић Катарина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ул.Ратника 13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120.776,40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120.776,40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Стоиљковић Саша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ул.Пролетерских бригада 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125.673,10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125.673,10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Арсић Небојша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Шуматовачка 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194.906,82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194.906,82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Петковић Бобан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ул.Предрага Девеџића 11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202.242,17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202.242,17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''ВР НЕТ'' Зоран Радуловић ПР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ул.Трг братства и јединства 29/2-4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7.380,00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7.380,00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Јовановић Драган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ул.Иве Андрића 20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43.540,00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43.540,00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ПТР Иван-Р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ул.Меше Селимовића 36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6.500,00</w:t>
            </w:r>
          </w:p>
        </w:tc>
      </w:tr>
      <w:tr w:rsidR="00B66687" w:rsidRPr="00F547EB" w:rsidTr="00B32E68">
        <w:trPr>
          <w:trHeight w:val="6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Термо - монт Предраг Анђелковић ПР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ул.Матије Гупца 34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30.750,00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30.750,00</w:t>
            </w:r>
          </w:p>
        </w:tc>
      </w:tr>
      <w:tr w:rsidR="00B66687" w:rsidRPr="00F547EB" w:rsidTr="00B32E68">
        <w:trPr>
          <w:trHeight w:val="6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''IV soft''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ул.К.С.Првовенчаног 103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40.000,00</w:t>
            </w:r>
          </w:p>
        </w:tc>
      </w:tr>
      <w:tr w:rsidR="00B66687" w:rsidRPr="00F547EB" w:rsidTr="00B32E68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'EКO''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ДОО из Ћуприје, ул.Бошка Стојановића 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25.200,00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25.200,00</w:t>
            </w:r>
          </w:p>
        </w:tc>
      </w:tr>
      <w:tr w:rsidR="00B66687" w:rsidRPr="00F547EB" w:rsidTr="00B32E68">
        <w:trPr>
          <w:trHeight w:val="5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'TВ инфо плус''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ДОО из Врања, ул.Маричка 20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30.000,00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Арсић Небојша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Шуматовачка 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388.316,20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388.316,20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Тасић Миомир из Врања, ул.Јадранска 9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506.875,00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506.875,00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'Шампион - Л'' Игоор Илић ПРиз Врања, ул.Пере Мачкатовца 62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3.600,00</w:t>
            </w:r>
          </w:p>
        </w:tc>
      </w:tr>
      <w:tr w:rsidR="00B66687" w:rsidRPr="00F547EB" w:rsidTr="00B32E68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Сервис аутоелектрике ''Реглер'' Жељко Јакимовић ПР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ул.Ситничка 41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30.500,00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30.500,00</w:t>
            </w:r>
          </w:p>
        </w:tc>
      </w:tr>
      <w:tr w:rsidR="00B66687" w:rsidRPr="00F547EB" w:rsidTr="00B32E68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ЈП ''Водовод''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ул.Београдска 63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18.030,16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18.030,16</w:t>
            </w:r>
          </w:p>
        </w:tc>
      </w:tr>
      <w:tr w:rsidR="00B66687" w:rsidRPr="00F547EB" w:rsidTr="00B32E68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Стошић Александар из Врања,ул.Мирка Сотировића 34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27.300,00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27.300,00</w:t>
            </w:r>
          </w:p>
        </w:tc>
      </w:tr>
      <w:tr w:rsidR="00B66687" w:rsidRPr="00F547EB" w:rsidTr="00B32E68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Тахири Омер из Врања, ул.Пржареска 16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65.853,80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65.853,80</w:t>
            </w:r>
          </w:p>
        </w:tc>
      </w:tr>
      <w:tr w:rsidR="00B66687" w:rsidRPr="00F547EB" w:rsidTr="00B32E68">
        <w:trPr>
          <w:trHeight w:val="5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Недељковић Јелена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ул.Партизански пут 388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69.019,00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69.019,00</w:t>
            </w:r>
          </w:p>
        </w:tc>
      </w:tr>
      <w:tr w:rsidR="00B66687" w:rsidRPr="00F547EB" w:rsidTr="00B32E68">
        <w:trPr>
          <w:trHeight w:val="6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Манић Дејан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ул.Таковска 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74.564,25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74.564,25</w:t>
            </w:r>
          </w:p>
        </w:tc>
      </w:tr>
      <w:tr w:rsidR="00B66687" w:rsidRPr="00F547EB" w:rsidTr="00B32E68">
        <w:trPr>
          <w:trHeight w:val="6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Ташковић Јасмина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ул.Сутјескина 14/3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83.178,40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83.178,40</w:t>
            </w:r>
          </w:p>
        </w:tc>
      </w:tr>
      <w:tr w:rsidR="00B66687" w:rsidRPr="00F547EB" w:rsidTr="00B32E68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86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Милановић Катарина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ул.Ратника 13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69.342,20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69.342,20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Стоиљковић Саша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ул.Пролетерских бригада 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67.311,40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67.311,40</w:t>
            </w:r>
          </w:p>
        </w:tc>
      </w:tr>
      <w:tr w:rsidR="00B66687" w:rsidRPr="00F547EB" w:rsidTr="00B32E68">
        <w:trPr>
          <w:trHeight w:val="5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Арсић Небојша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Шуматовачка 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69.808,20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69.808,20</w:t>
            </w:r>
          </w:p>
        </w:tc>
      </w:tr>
      <w:tr w:rsidR="00B66687" w:rsidRPr="00F547EB" w:rsidTr="00B32E68">
        <w:trPr>
          <w:trHeight w:val="6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Петковић Бобан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ул.Предрага Девеџића 11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92.614,68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92.614,68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Станојковић Данијела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ул.Будислава Шошкића  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69.940,20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69.940,20</w:t>
            </w:r>
          </w:p>
        </w:tc>
      </w:tr>
      <w:tr w:rsidR="00B66687" w:rsidRPr="00F547EB" w:rsidTr="00B32E68">
        <w:trPr>
          <w:trHeight w:val="6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Младеновић Бобан из Врања, ул.Брегалничка 13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119.709,91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70.865,83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190.575,74</w:t>
            </w:r>
          </w:p>
        </w:tc>
      </w:tr>
      <w:tr w:rsidR="00B66687" w:rsidRPr="00F547EB" w:rsidTr="00B32E68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Анђелковић Душан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Врања,ул.Трг Братства и јединства 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54.331,93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67.518,40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121.850,33</w:t>
            </w:r>
          </w:p>
        </w:tc>
      </w:tr>
      <w:tr w:rsidR="00B66687" w:rsidRPr="00F547EB" w:rsidTr="00B32E68">
        <w:trPr>
          <w:trHeight w:val="6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Цветковић Милош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Криве Феје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66.669,40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66.669,40</w:t>
            </w:r>
          </w:p>
        </w:tc>
      </w:tr>
      <w:tr w:rsidR="00B66687" w:rsidRPr="00F547EB" w:rsidTr="00B32E68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Цветковић Дејан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Криве Феје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68.790,40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68.790,40</w:t>
            </w:r>
          </w:p>
        </w:tc>
      </w:tr>
      <w:tr w:rsidR="00B66687" w:rsidRPr="00F547EB" w:rsidTr="00B32E68">
        <w:trPr>
          <w:trHeight w:val="6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Трајковић Горан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ул.Устаничка 9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54.663,21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69.411,40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124.074,61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Цветковић Игор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ул.Томе Младеновића 22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54.933,14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69.400,40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124.333,54</w:t>
            </w:r>
          </w:p>
        </w:tc>
      </w:tr>
      <w:tr w:rsidR="00B66687" w:rsidRPr="00F547EB" w:rsidTr="00B32E68">
        <w:trPr>
          <w:trHeight w:val="6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Поповић Далибор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ул.Задарска 22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53.183,59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69.376,40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122.559,99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Милановић Братислав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ул.Трг Братства и једенства  25/14/3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58.281,61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67.956,60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126.238,21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Величковић Весна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с.Тибужде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53.253,57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67.327,40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120.580,97</w:t>
            </w:r>
          </w:p>
        </w:tc>
      </w:tr>
      <w:tr w:rsidR="00B66687" w:rsidRPr="00F547EB" w:rsidTr="00B32E68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Станимировић Новица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ул.Рашка 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55.167,00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67.416,40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122.583,40</w:t>
            </w:r>
          </w:p>
        </w:tc>
      </w:tr>
      <w:tr w:rsidR="00B66687" w:rsidRPr="00F547EB" w:rsidTr="00B32E68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Милићевић Ивана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ул.Партизански пут  5/12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92.876,18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69.646,20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162.522,38</w:t>
            </w:r>
          </w:p>
        </w:tc>
      </w:tr>
      <w:tr w:rsidR="00B66687" w:rsidRPr="00F547EB" w:rsidTr="00B32E68">
        <w:trPr>
          <w:trHeight w:val="5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Раденковић Данијела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ул.Иве Андрића 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52.269,00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7.714,00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59.983,00</w:t>
            </w:r>
          </w:p>
        </w:tc>
      </w:tr>
      <w:tr w:rsidR="00B66687" w:rsidRPr="00F547EB" w:rsidTr="00B32E68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Тасић Ивана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ул.Иве Андрића 21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77.622,78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10.072,00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87.694,78</w:t>
            </w:r>
          </w:p>
        </w:tc>
      </w:tr>
      <w:tr w:rsidR="00B66687" w:rsidRPr="00F547EB" w:rsidTr="00B32E68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Стојменовић Марина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ул.Јована Хаџивасиљевића 21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19.239,00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17.358,80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36.597,80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Максић Братислав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ул.Стамена Јовановића 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39.688,00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34.732,60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74.420,60</w:t>
            </w:r>
          </w:p>
        </w:tc>
      </w:tr>
      <w:tr w:rsidR="00B66687" w:rsidRPr="00F547EB" w:rsidTr="00B32E68">
        <w:trPr>
          <w:trHeight w:val="6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Јовановић Сузана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Иве Андрића 20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37.147,00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34.697,60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71.844,60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Ристић Небојша 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из Врања, ул.Октобарске револуције 33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48.178,00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34.812,60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82.990,60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Грујев Биљана</w:t>
            </w: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из Врања, ул.Старог Вујадина 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42.274,00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34.767,60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77.041,60</w:t>
            </w:r>
          </w:p>
        </w:tc>
      </w:tr>
      <w:tr w:rsidR="00B66687" w:rsidRPr="00F547EB" w:rsidTr="00B32E68">
        <w:trPr>
          <w:trHeight w:val="6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47EB">
              <w:rPr>
                <w:rFonts w:ascii="Arial" w:hAnsi="Arial" w:cs="Arial"/>
                <w:color w:val="000000"/>
                <w:sz w:val="18"/>
                <w:szCs w:val="18"/>
              </w:rPr>
              <w:t>Пореска управа (Станојковић Данијела)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52.405,00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52.405,00</w:t>
            </w:r>
          </w:p>
        </w:tc>
      </w:tr>
      <w:tr w:rsidR="00B66687" w:rsidRPr="00F547EB" w:rsidTr="00B32E68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47EB">
              <w:rPr>
                <w:rFonts w:ascii="Arial" w:hAnsi="Arial" w:cs="Arial"/>
                <w:color w:val="000000"/>
                <w:sz w:val="18"/>
                <w:szCs w:val="18"/>
              </w:rPr>
              <w:t>Пореска управа (Станојевић Ивица)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97.854,00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97.854,00</w:t>
            </w:r>
          </w:p>
        </w:tc>
      </w:tr>
      <w:tr w:rsidR="00B66687" w:rsidRPr="00F547EB" w:rsidTr="00B32E68">
        <w:trPr>
          <w:trHeight w:val="5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47EB">
              <w:rPr>
                <w:rFonts w:ascii="Arial" w:hAnsi="Arial" w:cs="Arial"/>
                <w:color w:val="000000"/>
                <w:sz w:val="18"/>
                <w:szCs w:val="18"/>
              </w:rPr>
              <w:t>Пореска управа (Михајловић Славиша)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5.357,00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5.357,00</w:t>
            </w:r>
          </w:p>
        </w:tc>
      </w:tr>
      <w:tr w:rsidR="00B66687" w:rsidRPr="00F547EB" w:rsidTr="00B32E68">
        <w:trPr>
          <w:trHeight w:val="5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47EB">
              <w:rPr>
                <w:rFonts w:ascii="Arial" w:hAnsi="Arial" w:cs="Arial"/>
                <w:color w:val="000000"/>
                <w:sz w:val="18"/>
                <w:szCs w:val="18"/>
              </w:rPr>
              <w:t>Пореска управа (Илић Игор)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8.035,00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8.035,00</w:t>
            </w:r>
          </w:p>
        </w:tc>
      </w:tr>
      <w:tr w:rsidR="00B66687" w:rsidRPr="00F547EB" w:rsidTr="00B32E68">
        <w:trPr>
          <w:trHeight w:val="6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47EB">
              <w:rPr>
                <w:rFonts w:ascii="Arial" w:hAnsi="Arial" w:cs="Arial"/>
                <w:color w:val="000000"/>
                <w:sz w:val="18"/>
                <w:szCs w:val="18"/>
              </w:rPr>
              <w:t>Пореска управа (Саша Стошић)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69.253,00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69.253,00</w:t>
            </w:r>
          </w:p>
        </w:tc>
      </w:tr>
      <w:tr w:rsidR="00B66687" w:rsidRPr="00F547EB" w:rsidTr="00B32E68">
        <w:trPr>
          <w:trHeight w:val="6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47EB">
              <w:rPr>
                <w:rFonts w:ascii="Arial" w:hAnsi="Arial" w:cs="Arial"/>
                <w:color w:val="000000"/>
                <w:sz w:val="18"/>
                <w:szCs w:val="18"/>
              </w:rPr>
              <w:t>Пореска управа (Богдановић Небојша)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24.706,00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24.706,00</w:t>
            </w:r>
          </w:p>
        </w:tc>
      </w:tr>
      <w:tr w:rsidR="00B66687" w:rsidRPr="00F547EB" w:rsidTr="00B32E68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</w:rPr>
            </w:pPr>
            <w:r w:rsidRPr="00F547EB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47E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14.196.387,41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418.578,66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991.243,03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15.606.209,10</w:t>
            </w:r>
          </w:p>
        </w:tc>
      </w:tr>
    </w:tbl>
    <w:p w:rsidR="00B66687" w:rsidRDefault="00B66687" w:rsidP="003F5267"/>
    <w:p w:rsidR="00B66687" w:rsidRDefault="00B66687" w:rsidP="003F5267">
      <w:r>
        <w:br w:type="page"/>
      </w:r>
    </w:p>
    <w:tbl>
      <w:tblPr>
        <w:tblW w:w="11978" w:type="dxa"/>
        <w:tblInd w:w="-1593" w:type="dxa"/>
        <w:tblLook w:val="00A0"/>
      </w:tblPr>
      <w:tblGrid>
        <w:gridCol w:w="550"/>
        <w:gridCol w:w="780"/>
        <w:gridCol w:w="2639"/>
        <w:gridCol w:w="1265"/>
        <w:gridCol w:w="1145"/>
        <w:gridCol w:w="1173"/>
        <w:gridCol w:w="1265"/>
        <w:gridCol w:w="3200"/>
      </w:tblGrid>
      <w:tr w:rsidR="00B66687" w:rsidRPr="00F547EB" w:rsidTr="003F5267">
        <w:trPr>
          <w:trHeight w:val="36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2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</w:rPr>
            </w:pPr>
            <w:r w:rsidRPr="00F547EB">
              <w:rPr>
                <w:rFonts w:ascii="Arial" w:hAnsi="Arial" w:cs="Arial"/>
                <w:color w:val="000000"/>
              </w:rPr>
              <w:t>3) Листу оспорених  потраживања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66687" w:rsidRPr="00F547EB" w:rsidTr="003F5267">
        <w:trPr>
          <w:trHeight w:val="31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66687" w:rsidRPr="00F547EB" w:rsidTr="003F5267">
        <w:trPr>
          <w:trHeight w:val="600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Ред. Број пријаве</w:t>
            </w:r>
          </w:p>
        </w:tc>
        <w:tc>
          <w:tcPr>
            <w:tcW w:w="2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547EB">
              <w:rPr>
                <w:rFonts w:ascii="Arial" w:hAnsi="Arial" w:cs="Arial"/>
                <w:color w:val="000000"/>
                <w:sz w:val="14"/>
                <w:szCs w:val="14"/>
              </w:rPr>
              <w:t>Назив повериоца</w:t>
            </w:r>
          </w:p>
        </w:tc>
        <w:tc>
          <w:tcPr>
            <w:tcW w:w="8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Оспорено потраживање</w:t>
            </w:r>
          </w:p>
        </w:tc>
      </w:tr>
      <w:tr w:rsidR="00B66687" w:rsidRPr="00F547EB" w:rsidTr="003F5267">
        <w:trPr>
          <w:trHeight w:val="900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66687" w:rsidRPr="00F547EB" w:rsidRDefault="00B66687" w:rsidP="00B32E68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Главни дуг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Камата на главни дуг до 13.02.2017 год.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Укупна обавеза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Напомена о оспорењу</w:t>
            </w:r>
          </w:p>
        </w:tc>
      </w:tr>
      <w:tr w:rsidR="00B66687" w:rsidRPr="00F547EB" w:rsidTr="003F5267">
        <w:trPr>
          <w:trHeight w:val="87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Стоиљковић  Драган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Врања, ул.Омладинских бригада 55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1.574.233,60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233.769,00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1.808.002,60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Спорно потраживање. У току парница пред Основним судом у Врању  П.бр.2509/16 </w:t>
            </w:r>
          </w:p>
        </w:tc>
      </w:tr>
      <w:tr w:rsidR="00B66687" w:rsidRPr="00F547EB" w:rsidTr="003F5267">
        <w:trPr>
          <w:trHeight w:val="7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Цветковић Зоран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Врања, ул.Горња Рашка бб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977.590,80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145.825,00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1.123.415,80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Спорно потраживање. У току парница пред Основним судом у Врању  П бр.2037/15</w:t>
            </w:r>
          </w:p>
        </w:tc>
      </w:tr>
      <w:tr w:rsidR="00B66687" w:rsidRPr="00F547EB" w:rsidTr="003F5267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Стоиљковић  Душан, Стоиљковић Васа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Криве Феје,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Стајић Јулка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Фаркаждина/Зрењанин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3.060.307,00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433.944,00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3.494.251,00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Спорно потраживање. У току парница пред Основним судом у Врању П.бр.2352/16 </w:t>
            </w:r>
          </w:p>
        </w:tc>
      </w:tr>
      <w:tr w:rsidR="00B66687" w:rsidRPr="00F547EB" w:rsidTr="003F5267">
        <w:trPr>
          <w:trHeight w:val="12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Стоиљковић Златко,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Врања,ул.Рашка 29,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Стоиљковић Новица 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из Врања,ул.Рашка 29,  и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Стоиљковић Зоран 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из Врања, ул.П.Бригада 1/13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754.041,60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268.300,00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1.022.341,60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Спорно потраживање. У току парница пред Основним судом у Врању П.бр.2799/16 </w:t>
            </w:r>
          </w:p>
        </w:tc>
      </w:tr>
      <w:tr w:rsidR="00B66687" w:rsidRPr="00F547EB" w:rsidTr="003F5267">
        <w:trPr>
          <w:trHeight w:val="7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Додић Ненад  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Врања, ул.Горана Ковачића 27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306.097,01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195.252,00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501.349,01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Спорно потраживање. У току парница пред Основним судом у Врању П.бр.1475/14</w:t>
            </w:r>
          </w:p>
        </w:tc>
      </w:tr>
      <w:tr w:rsidR="00B66687" w:rsidRPr="00F547EB" w:rsidTr="003F5267">
        <w:trPr>
          <w:trHeight w:val="7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Момчиловић Зоран 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из  Криве Феје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859.712,00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139.790,00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999.502,00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Спорно потраживање. У току парница пред Основним судом у Врању П.бр.1422/12 </w:t>
            </w:r>
          </w:p>
        </w:tc>
      </w:tr>
      <w:tr w:rsidR="00B66687" w:rsidRPr="00F547EB" w:rsidTr="003F5267">
        <w:trPr>
          <w:trHeight w:val="8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Цветковић Драган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Врања, ул.Првобораца 9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976.888,80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83.785,00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1.060.673,80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Спорно потраживање. У току парница пред Основним судом у Врању  П.бр.2379/16 </w:t>
            </w:r>
          </w:p>
        </w:tc>
      </w:tr>
      <w:tr w:rsidR="00B66687" w:rsidRPr="00F547EB" w:rsidTr="003F5267">
        <w:trPr>
          <w:trHeight w:val="7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'Писар'' 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ДОО из Врња, ул.Немањина 27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34.218,05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34.218,05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Повериоц није прокњижио Књижно одобрење 01/2016 издато 05.02.2016. год </w:t>
            </w:r>
          </w:p>
        </w:tc>
      </w:tr>
      <w:tr w:rsidR="00B66687" w:rsidRPr="00F547EB" w:rsidTr="003F5267">
        <w:trPr>
          <w:trHeight w:val="7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ЈКП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''Комрад''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из Врања,ул.Симе Погачаревића 97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16.923,08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16.923,08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Повериоцу је оспорен дуг  није доставио основ потраживања.</w:t>
            </w:r>
          </w:p>
        </w:tc>
      </w:tr>
      <w:tr w:rsidR="00B66687" w:rsidRPr="00F547EB" w:rsidTr="003F5267">
        <w:trPr>
          <w:trHeight w:val="8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Здравствени центар Врање 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из Врања, ул.Ј.Ј.Лунге бб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28.500,00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28.500,00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Оспорено потраживање не односи се на субјекта ликвидације</w:t>
            </w:r>
          </w:p>
        </w:tc>
      </w:tr>
      <w:tr w:rsidR="00B66687" w:rsidRPr="00F547EB" w:rsidTr="003F5267">
        <w:trPr>
          <w:trHeight w:val="8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Јовановић Светлана 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из Бујковца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750.000,00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900.000,00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Спорно потраживање. У току парница пред Основним судом у Врању  П 1.бр.1377/16 </w:t>
            </w:r>
          </w:p>
        </w:tc>
      </w:tr>
      <w:tr w:rsidR="00B66687" w:rsidRPr="00F547EB" w:rsidTr="003F5267">
        <w:trPr>
          <w:trHeight w:val="8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ЈП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''Пошта Србије'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' из Београда, РРЈ ''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Врање, Лесковац Прокупље, Пиро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т'' ул.С.Првовенчаног 49</w:t>
            </w:r>
          </w:p>
        </w:tc>
        <w:tc>
          <w:tcPr>
            <w:tcW w:w="1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2.814,14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2.814,14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За оспорено потраживање поверилац није доставио основ потраживања.</w:t>
            </w:r>
          </w:p>
        </w:tc>
      </w:tr>
      <w:tr w:rsidR="00B66687" w:rsidRPr="00F547EB" w:rsidTr="003F5267">
        <w:trPr>
          <w:trHeight w:val="75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'Beta food'' ДОО из Врања,ул.Видоја Смилевског 4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4.366,00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4.366,00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Повериоцу је оспорено потраживање због застарелости.</w:t>
            </w:r>
          </w:p>
        </w:tc>
      </w:tr>
      <w:tr w:rsidR="00B66687" w:rsidRPr="00F547EB" w:rsidTr="003F5267">
        <w:trPr>
          <w:trHeight w:val="94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Анђелковић Душан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Врања,ул.Трг Братства и јединства 2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203.643,06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203.643,06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Повериоцу се оспорава исплаћена нето зарада 11/2016, порези и доприноси за 11/2016, за остатак нема основа</w:t>
            </w:r>
          </w:p>
        </w:tc>
      </w:tr>
      <w:tr w:rsidR="00B66687" w:rsidRPr="00F547EB" w:rsidTr="003F5267">
        <w:trPr>
          <w:trHeight w:val="7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Цветковић Милош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Криве Феје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189.768,41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189.768,41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Повериоцу се оспорава исплаћена нето зарада 11/2016, порези и доприноси за 11/2016, за остатак нема основа</w:t>
            </w:r>
          </w:p>
        </w:tc>
      </w:tr>
      <w:tr w:rsidR="00B66687" w:rsidRPr="00F547EB" w:rsidTr="003F5267">
        <w:trPr>
          <w:trHeight w:val="84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Цветковић Дејан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Криве Феје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184.497,01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184.497,01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Повериоцу се оспорава исплаћена нето зарада 11/2016, порези и доприноси за 11/2016, за остатак нема основа</w:t>
            </w:r>
          </w:p>
        </w:tc>
      </w:tr>
      <w:tr w:rsidR="00B66687" w:rsidRPr="00F547EB" w:rsidTr="003F5267">
        <w:trPr>
          <w:trHeight w:val="79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Стоиљковић Драган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Врања, ул.Омладинских бригада 55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1.574.233,60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1.574.233,60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Дупла пријава</w:t>
            </w:r>
          </w:p>
        </w:tc>
      </w:tr>
      <w:tr w:rsidR="00B66687" w:rsidRPr="00F547EB" w:rsidTr="003F5267">
        <w:trPr>
          <w:trHeight w:val="8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Цветковић Драган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Врања, ул.Првобораца 9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976.888,80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976.888,80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Дупла пријава</w:t>
            </w:r>
          </w:p>
        </w:tc>
      </w:tr>
      <w:tr w:rsidR="00B66687" w:rsidRPr="00F547EB" w:rsidTr="003F5267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Цветковић Зоран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Врања, ул.Горња Рашка бб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977.590,80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977.590,80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Дупла пријава</w:t>
            </w:r>
          </w:p>
        </w:tc>
      </w:tr>
      <w:tr w:rsidR="00B66687" w:rsidRPr="00F547EB" w:rsidTr="003F5267">
        <w:trPr>
          <w:trHeight w:val="8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''Алтастел''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ДОО из Врања, ул.С.Стевановића 3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7.110,00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7.110,00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Повериоцу се оспорава главни дуг није доставио основ потраживања.</w:t>
            </w:r>
          </w:p>
        </w:tc>
      </w:tr>
      <w:tr w:rsidR="00B66687" w:rsidRPr="00F547EB" w:rsidTr="003F5267">
        <w:trPr>
          <w:trHeight w:val="7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'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'Пеликан'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'ДОО из Врања,ул.солунска 33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40.505,00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40.505,00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Поверицу се део потраживања оспорава  јер су испаћени рач.бр.160-132 и бр.160-3062 два рачуна у 2016. год</w:t>
            </w:r>
          </w:p>
        </w:tc>
      </w:tr>
      <w:tr w:rsidR="00B66687" w:rsidRPr="00F547EB" w:rsidTr="003F5267">
        <w:trPr>
          <w:trHeight w:val="84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Тасић Горан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Врања,    ул.4 Јули 49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350.000,00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350.000,00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Спорно потраживање. У току парница пред Основним судом у Врању  П 1 бр. 88/15</w:t>
            </w:r>
          </w:p>
        </w:tc>
      </w:tr>
      <w:tr w:rsidR="00B66687" w:rsidRPr="00F547EB" w:rsidTr="003F5267">
        <w:trPr>
          <w:trHeight w:val="12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Стоиљковић Златко,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Врања,ул.Рашка 29,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Стоиљковић Новица 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из Врања,ул.Рашка 29,  и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Стоиљковић Зоран 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из Врања, ул.П.Бригада 1/13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754.041,60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268.300,00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1.022.341,60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Дупла пријава</w:t>
            </w:r>
          </w:p>
        </w:tc>
      </w:tr>
      <w:tr w:rsidR="00B66687" w:rsidRPr="00F547EB" w:rsidTr="003F5267">
        <w:trPr>
          <w:trHeight w:val="87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Стоиљковић Дашан, Стоиљковић Васа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Криве Феје,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Стајић Јулка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Фаркаждина/Зрењанин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3.060.307,00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433.944,00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3.494.251,00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Дупла пријава</w:t>
            </w:r>
          </w:p>
        </w:tc>
      </w:tr>
      <w:tr w:rsidR="00B66687" w:rsidRPr="00F547EB" w:rsidTr="003F5267">
        <w:trPr>
          <w:trHeight w:val="7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Момчиловић Зоран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 Криве Феје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859.712,00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139.790,00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999.502,00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Дупла пријава</w:t>
            </w:r>
          </w:p>
        </w:tc>
      </w:tr>
      <w:tr w:rsidR="00B66687" w:rsidRPr="00F547EB" w:rsidTr="003F5267">
        <w:trPr>
          <w:trHeight w:val="133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Станојковић Данијела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Врања, ул.Будислава Шошкића  1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250.873,18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250.873,18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Повериоцу се оспорава исплаћена нето зарада за 11/2016, порези и доприноси за 11/2016, 12/2016 и 1/2017,  јер су  решењем  бр.114-433-03-02793/2017 плаћани Пореској управи и не припадају повериоцу</w:t>
            </w:r>
          </w:p>
        </w:tc>
      </w:tr>
      <w:tr w:rsidR="00B66687" w:rsidRPr="00F547EB" w:rsidTr="003F5267">
        <w:trPr>
          <w:trHeight w:val="6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Тасић Томислав 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из Врања,ул.Цара Лазара 22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172.550,00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172.550,00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Повериоцу се оспорава дуг јер нема елемената за признање.</w:t>
            </w:r>
          </w:p>
        </w:tc>
      </w:tr>
      <w:tr w:rsidR="00B66687" w:rsidRPr="00F547EB" w:rsidTr="003F5267">
        <w:trPr>
          <w:trHeight w:val="8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Тахири Омер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Врања, ул.Пржарска 16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65.359,77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65.359,77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Повериоцу се оспоравају порези и доприноси за 12/2016 и 1/2017  јер су исти решењем  бр.114-433-03-02793/2017 плаћани Пореској управи и не припадају повериоцу, као и део путних трошкова</w:t>
            </w:r>
          </w:p>
        </w:tc>
      </w:tr>
      <w:tr w:rsidR="00B66687" w:rsidRPr="00F547EB" w:rsidTr="003F5267">
        <w:trPr>
          <w:trHeight w:val="8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Недељковић Јелена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Врања, ул.Партизански пут 388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50.065,58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50.065,58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Повериоцу се оспоравају порези и доприноси за 12/2016 и 1/2017  јер су  решењем  бр.114-433-03-02793/2017 плаћани Пореској управи и не припадају повериоцу, као и део путних трошкова</w:t>
            </w:r>
          </w:p>
        </w:tc>
      </w:tr>
      <w:tr w:rsidR="00B66687" w:rsidRPr="00F547EB" w:rsidTr="003F5267">
        <w:trPr>
          <w:trHeight w:val="112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Манић Дејан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Врања, ул.Таковска 6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185.234,08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185.234,08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Повериоцу се оспоравају порези и доприноси за 12/2016 и 1/2017  јер су  решењем  бр.114-433-03-02793/2017 плаћани Пореској управи и не припадају повериоцу, као и део путних трошкова</w:t>
            </w:r>
          </w:p>
        </w:tc>
      </w:tr>
      <w:tr w:rsidR="00B66687" w:rsidRPr="00F547EB" w:rsidTr="003F5267">
        <w:trPr>
          <w:trHeight w:val="8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Ташковић Јасмина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Врања, ул.Сутјескина 14/3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37.913,13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37.913,13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Повериоцу се оспоравају порези и доприноси за 12/2016 и 1/2017  исти плаћани Пореској управи и не припадају повериоцу, као и део путних трошкова</w:t>
            </w:r>
          </w:p>
        </w:tc>
      </w:tr>
      <w:tr w:rsidR="00B66687" w:rsidRPr="00F547EB" w:rsidTr="003F5267">
        <w:trPr>
          <w:trHeight w:val="9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Милановић Катарина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Врања, ул.Ратника 13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46.777,89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46.777,89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Повериоцу се оспоравају порези и доприноси за 12/2016 и 1/2017  јер су исти решењем  бр.114-433-03-02793/2017 плаћани Пореској управи и не припадају повериоцу, као и део путних трошкова</w:t>
            </w:r>
          </w:p>
        </w:tc>
      </w:tr>
      <w:tr w:rsidR="00B66687" w:rsidRPr="00F547EB" w:rsidTr="003F5267">
        <w:trPr>
          <w:trHeight w:val="8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Стоиљковић Саша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Врања, ул.Пролетерских бригада 6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33.857,18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33.857,18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Повериоцу се оспоравају порези и доприноси за 12/2016 и 1/2017  јер су исти решењем  бр.114-433-03-02793/2017 плаћани Пореској управи и не припадају повериоцу, као и део путних трошкова</w:t>
            </w:r>
          </w:p>
        </w:tc>
      </w:tr>
      <w:tr w:rsidR="00B66687" w:rsidRPr="00F547EB" w:rsidTr="003F5267">
        <w:trPr>
          <w:trHeight w:val="87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Арсић Небојша 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из Врања, Шуматовачка 2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164.992,09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164.992,09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Повериоцу се оспоравају порези и доприноси за 12/2016 и 1/2017  јер су решењем  бр.114-433-03-02793/2017 плаћани Пореској управи и не припадају повериоцу, као и део путних трошкова</w:t>
            </w:r>
          </w:p>
        </w:tc>
      </w:tr>
      <w:tr w:rsidR="00B66687" w:rsidRPr="00F547EB" w:rsidTr="003F5267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Петковић Бобан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 Врања, ул.Предрага Девеџића 11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113.444,37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113.444,37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Повериоцу се оспоравају порези и доприноси за 12/2016, 1/2017 и 2/2017  јер су  решењем  бр.114-433-03-02793/2017 плаћани Пореској управи и не припадају повериоцу, као и део путних трошкова</w:t>
            </w:r>
          </w:p>
        </w:tc>
      </w:tr>
      <w:tr w:rsidR="00B66687" w:rsidRPr="00F547EB" w:rsidTr="003F5267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''IV soft'' 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из Врања, ул.К.С.Првовенчаног 103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Повериоцу је оспорен дуг  није доставио основ потраживања.</w:t>
            </w:r>
          </w:p>
        </w:tc>
      </w:tr>
      <w:tr w:rsidR="00B66687" w:rsidRPr="00F547EB" w:rsidTr="003F5267">
        <w:trPr>
          <w:trHeight w:val="70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47EB">
              <w:rPr>
                <w:rFonts w:ascii="Calibri" w:hAnsi="Calibri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2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ЈП ''Водовод'' </w:t>
            </w: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из Врања, ул.Београдска 63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14.193,43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14.193,43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Повериоцу је оспорен дуг  није доставио основ потраживања.</w:t>
            </w:r>
          </w:p>
        </w:tc>
      </w:tr>
      <w:tr w:rsidR="00B66687" w:rsidRPr="00F547EB" w:rsidTr="003F5267">
        <w:trPr>
          <w:trHeight w:val="7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</w:rPr>
            </w:pPr>
            <w:r w:rsidRPr="00F547EB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47E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47E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19.491.700,06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2.665.249,00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6687" w:rsidRPr="00F547EB" w:rsidRDefault="00B66687" w:rsidP="00B32E6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47EB">
              <w:rPr>
                <w:rFonts w:ascii="Calibri" w:hAnsi="Calibri" w:cs="Calibri"/>
                <w:color w:val="000000"/>
                <w:sz w:val="18"/>
                <w:szCs w:val="18"/>
              </w:rPr>
              <w:t>22.156.949,06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6687" w:rsidRPr="00F547EB" w:rsidRDefault="00B66687" w:rsidP="00B32E68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B66687" w:rsidRPr="00F547EB" w:rsidRDefault="00B66687" w:rsidP="003F5267"/>
    <w:p w:rsidR="00B66687" w:rsidRDefault="00B66687" w:rsidP="00B85795">
      <w:pPr>
        <w:rPr>
          <w:b/>
        </w:rPr>
      </w:pPr>
    </w:p>
    <w:p w:rsidR="00B66687" w:rsidRDefault="00B66687" w:rsidP="00B85795">
      <w:pPr>
        <w:ind w:left="-709"/>
        <w:rPr>
          <w:b/>
        </w:rPr>
      </w:pPr>
    </w:p>
    <w:p w:rsidR="00B66687" w:rsidRPr="00046E4B" w:rsidRDefault="00B66687" w:rsidP="000652DB">
      <w:pPr>
        <w:pStyle w:val="normal0"/>
        <w:jc w:val="both"/>
        <w:rPr>
          <w:sz w:val="24"/>
          <w:szCs w:val="24"/>
          <w:lang w:val="sr-Latn-CS"/>
        </w:rPr>
      </w:pPr>
    </w:p>
    <w:sectPr w:rsidR="00B66687" w:rsidRPr="00046E4B" w:rsidSect="007D03AF">
      <w:pgSz w:w="12240" w:h="15840"/>
      <w:pgMar w:top="1135" w:right="1325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687" w:rsidRDefault="00B66687" w:rsidP="00055CC1">
      <w:r>
        <w:separator/>
      </w:r>
    </w:p>
  </w:endnote>
  <w:endnote w:type="continuationSeparator" w:id="0">
    <w:p w:rsidR="00B66687" w:rsidRDefault="00B66687" w:rsidP="00055C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687" w:rsidRDefault="00B66687" w:rsidP="00055CC1">
      <w:r>
        <w:separator/>
      </w:r>
    </w:p>
  </w:footnote>
  <w:footnote w:type="continuationSeparator" w:id="0">
    <w:p w:rsidR="00B66687" w:rsidRDefault="00B66687" w:rsidP="00055C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64A8"/>
    <w:multiLevelType w:val="hybridMultilevel"/>
    <w:tmpl w:val="27DA548A"/>
    <w:lvl w:ilvl="0" w:tplc="776CF27C">
      <w:start w:val="1"/>
      <w:numFmt w:val="bullet"/>
      <w:lvlText w:val="-"/>
      <w:lvlJc w:val="left"/>
      <w:pPr>
        <w:ind w:left="780" w:hanging="360"/>
      </w:pPr>
      <w:rPr>
        <w:rFonts w:ascii="Verdana" w:eastAsia="Times New Roman" w:hAnsi="Verdana" w:hint="default"/>
        <w:b w:val="0"/>
        <w:color w:val="000000"/>
        <w:sz w:val="20"/>
      </w:rPr>
    </w:lvl>
    <w:lvl w:ilvl="1" w:tplc="08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6DF1645"/>
    <w:multiLevelType w:val="hybridMultilevel"/>
    <w:tmpl w:val="6D7CBBF0"/>
    <w:lvl w:ilvl="0" w:tplc="5220F52E">
      <w:start w:val="6"/>
      <w:numFmt w:val="bullet"/>
      <w:lvlText w:val="-"/>
      <w:lvlJc w:val="left"/>
      <w:pPr>
        <w:ind w:left="780" w:hanging="360"/>
      </w:pPr>
      <w:rPr>
        <w:rFonts w:ascii="Cambria" w:eastAsia="Times New Roman" w:hAnsi="Cambria" w:hint="default"/>
        <w:b w:val="0"/>
        <w:color w:val="000000"/>
      </w:rPr>
    </w:lvl>
    <w:lvl w:ilvl="1" w:tplc="08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D151332"/>
    <w:multiLevelType w:val="hybridMultilevel"/>
    <w:tmpl w:val="6BD2CE26"/>
    <w:lvl w:ilvl="0" w:tplc="92B8207A">
      <w:start w:val="1"/>
      <w:numFmt w:val="decimal"/>
      <w:lvlText w:val="%1)"/>
      <w:lvlJc w:val="left"/>
      <w:pPr>
        <w:ind w:left="720" w:hanging="720"/>
      </w:pPr>
      <w:rPr>
        <w:rFonts w:cs="Times New Roman" w:hint="default"/>
        <w:b w:val="0"/>
        <w:color w:val="000000"/>
        <w:sz w:val="20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9F02798"/>
    <w:multiLevelType w:val="hybridMultilevel"/>
    <w:tmpl w:val="52702766"/>
    <w:lvl w:ilvl="0" w:tplc="040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C3F1AB2"/>
    <w:multiLevelType w:val="hybridMultilevel"/>
    <w:tmpl w:val="60203462"/>
    <w:lvl w:ilvl="0" w:tplc="D66EF5F6">
      <w:start w:val="1"/>
      <w:numFmt w:val="decimal"/>
      <w:lvlText w:val="%1."/>
      <w:lvlJc w:val="left"/>
      <w:pPr>
        <w:ind w:left="5463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6183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6903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7623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8343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9063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9783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10503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11223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6BC3"/>
    <w:rsid w:val="000119E9"/>
    <w:rsid w:val="00036BC3"/>
    <w:rsid w:val="00046E4B"/>
    <w:rsid w:val="00054594"/>
    <w:rsid w:val="00055A77"/>
    <w:rsid w:val="00055CC1"/>
    <w:rsid w:val="000652DB"/>
    <w:rsid w:val="000966DD"/>
    <w:rsid w:val="000A71E4"/>
    <w:rsid w:val="000A754D"/>
    <w:rsid w:val="000B371D"/>
    <w:rsid w:val="000D1380"/>
    <w:rsid w:val="000D1D95"/>
    <w:rsid w:val="000E29EC"/>
    <w:rsid w:val="000F52A4"/>
    <w:rsid w:val="00126269"/>
    <w:rsid w:val="001B0CAF"/>
    <w:rsid w:val="001B2B5E"/>
    <w:rsid w:val="001D061B"/>
    <w:rsid w:val="001E21AD"/>
    <w:rsid w:val="001E65F7"/>
    <w:rsid w:val="00215B35"/>
    <w:rsid w:val="00267EA5"/>
    <w:rsid w:val="00272886"/>
    <w:rsid w:val="00287E9E"/>
    <w:rsid w:val="002B64C5"/>
    <w:rsid w:val="00300C28"/>
    <w:rsid w:val="00331F2A"/>
    <w:rsid w:val="003369A3"/>
    <w:rsid w:val="003E73E1"/>
    <w:rsid w:val="003F0D08"/>
    <w:rsid w:val="003F5267"/>
    <w:rsid w:val="003F6B82"/>
    <w:rsid w:val="004424DF"/>
    <w:rsid w:val="00470671"/>
    <w:rsid w:val="00477E85"/>
    <w:rsid w:val="00487290"/>
    <w:rsid w:val="004A4F68"/>
    <w:rsid w:val="004C5063"/>
    <w:rsid w:val="005002C6"/>
    <w:rsid w:val="00504DDA"/>
    <w:rsid w:val="005321CA"/>
    <w:rsid w:val="0059070B"/>
    <w:rsid w:val="005978EA"/>
    <w:rsid w:val="005B78B9"/>
    <w:rsid w:val="005C4E24"/>
    <w:rsid w:val="005D6F5B"/>
    <w:rsid w:val="005D737C"/>
    <w:rsid w:val="00634DF9"/>
    <w:rsid w:val="0066512C"/>
    <w:rsid w:val="006F0F52"/>
    <w:rsid w:val="006F21CF"/>
    <w:rsid w:val="007802B0"/>
    <w:rsid w:val="007D03AF"/>
    <w:rsid w:val="007F2E6D"/>
    <w:rsid w:val="0080296A"/>
    <w:rsid w:val="00840BE8"/>
    <w:rsid w:val="00860759"/>
    <w:rsid w:val="008816D0"/>
    <w:rsid w:val="008840F6"/>
    <w:rsid w:val="008F5AAB"/>
    <w:rsid w:val="00913746"/>
    <w:rsid w:val="00974D4A"/>
    <w:rsid w:val="00983D70"/>
    <w:rsid w:val="009A3A4C"/>
    <w:rsid w:val="009A79AC"/>
    <w:rsid w:val="009D64BB"/>
    <w:rsid w:val="00A13AFA"/>
    <w:rsid w:val="00A65E2D"/>
    <w:rsid w:val="00A80D23"/>
    <w:rsid w:val="00AA6D74"/>
    <w:rsid w:val="00AA7CD7"/>
    <w:rsid w:val="00AC2E6E"/>
    <w:rsid w:val="00AC4E32"/>
    <w:rsid w:val="00B172D0"/>
    <w:rsid w:val="00B32E68"/>
    <w:rsid w:val="00B66687"/>
    <w:rsid w:val="00B7037F"/>
    <w:rsid w:val="00B73ACD"/>
    <w:rsid w:val="00B85795"/>
    <w:rsid w:val="00BB71B5"/>
    <w:rsid w:val="00BC6553"/>
    <w:rsid w:val="00BC6948"/>
    <w:rsid w:val="00BE7831"/>
    <w:rsid w:val="00C47FC3"/>
    <w:rsid w:val="00CD326B"/>
    <w:rsid w:val="00D06C1F"/>
    <w:rsid w:val="00D12CA5"/>
    <w:rsid w:val="00D54521"/>
    <w:rsid w:val="00DE35E1"/>
    <w:rsid w:val="00DF3836"/>
    <w:rsid w:val="00E6791A"/>
    <w:rsid w:val="00E96B76"/>
    <w:rsid w:val="00ED165E"/>
    <w:rsid w:val="00EE1362"/>
    <w:rsid w:val="00EF02EE"/>
    <w:rsid w:val="00F31092"/>
    <w:rsid w:val="00F547EB"/>
    <w:rsid w:val="00F94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DF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basedOn w:val="Normal"/>
    <w:uiPriority w:val="99"/>
    <w:rsid w:val="00036BC3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naslov1">
    <w:name w:val="naslov1"/>
    <w:basedOn w:val="Normal"/>
    <w:uiPriority w:val="99"/>
    <w:rsid w:val="00036BC3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normalcentar">
    <w:name w:val="normalcentar"/>
    <w:basedOn w:val="Normal"/>
    <w:uiPriority w:val="99"/>
    <w:rsid w:val="00036BC3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normalprored">
    <w:name w:val="normalprored"/>
    <w:basedOn w:val="Normal"/>
    <w:uiPriority w:val="99"/>
    <w:rsid w:val="00036BC3"/>
    <w:rPr>
      <w:rFonts w:ascii="Arial" w:hAnsi="Arial" w:cs="Arial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8816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1E7"/>
    <w:rPr>
      <w:sz w:val="0"/>
      <w:szCs w:val="0"/>
    </w:rPr>
  </w:style>
  <w:style w:type="character" w:styleId="CommentReference">
    <w:name w:val="annotation reference"/>
    <w:basedOn w:val="DefaultParagraphFont"/>
    <w:uiPriority w:val="99"/>
    <w:semiHidden/>
    <w:rsid w:val="003E73E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E73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1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E73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1E7"/>
    <w:rPr>
      <w:b/>
      <w:bCs/>
    </w:rPr>
  </w:style>
  <w:style w:type="paragraph" w:styleId="NoSpacing">
    <w:name w:val="No Spacing"/>
    <w:uiPriority w:val="99"/>
    <w:qFormat/>
    <w:rsid w:val="00D06C1F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055C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55CC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55C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55CC1"/>
    <w:rPr>
      <w:rFonts w:cs="Times New Roman"/>
      <w:sz w:val="24"/>
      <w:szCs w:val="24"/>
    </w:rPr>
  </w:style>
  <w:style w:type="paragraph" w:customStyle="1" w:styleId="CharCharChar">
    <w:name w:val="Char Char Char"/>
    <w:basedOn w:val="Normal"/>
    <w:uiPriority w:val="99"/>
    <w:rsid w:val="00983D70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20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22</Pages>
  <Words>4604</Words>
  <Characters>26243</Characters>
  <Application>Microsoft Office Outlook</Application>
  <DocSecurity>0</DocSecurity>
  <Lines>0</Lines>
  <Paragraphs>0</Paragraphs>
  <ScaleCrop>false</ScaleCrop>
  <Company>Agencija za privredne registre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jcolic</dc:creator>
  <cp:keywords/>
  <dc:description/>
  <cp:lastModifiedBy>sdjokovic</cp:lastModifiedBy>
  <cp:revision>6</cp:revision>
  <cp:lastPrinted>2018-02-19T14:18:00Z</cp:lastPrinted>
  <dcterms:created xsi:type="dcterms:W3CDTF">2018-02-22T13:56:00Z</dcterms:created>
  <dcterms:modified xsi:type="dcterms:W3CDTF">2018-03-05T11:16:00Z</dcterms:modified>
</cp:coreProperties>
</file>